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5000" w:type="pct"/>
        <w:tblLook w:val="04A0" w:firstRow="1" w:lastRow="0" w:firstColumn="1" w:lastColumn="0" w:noHBand="0" w:noVBand="1"/>
      </w:tblPr>
      <w:tblGrid>
        <w:gridCol w:w="2902"/>
        <w:gridCol w:w="1816"/>
        <w:gridCol w:w="1909"/>
        <w:gridCol w:w="2723"/>
      </w:tblGrid>
      <w:tr w:rsidR="004745DE" w:rsidRPr="009B797D" w:rsidTr="000756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Pr="009075C2" w:rsidRDefault="004745DE" w:rsidP="004745DE">
            <w:pPr>
              <w:jc w:val="center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97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02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1457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4745DE" w:rsidTr="00075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Default="007F4FFA" w:rsidP="009B1A08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>Mullens Middle School</w:t>
            </w:r>
            <w:r w:rsidR="004745DE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098301</w:t>
            </w:r>
          </w:p>
        </w:tc>
        <w:tc>
          <w:tcPr>
            <w:tcW w:w="971" w:type="pct"/>
          </w:tcPr>
          <w:p w:rsidR="004745DE" w:rsidRPr="0098278E" w:rsidRDefault="004745DE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 xml:space="preserve">Parent/Guardian </w:t>
            </w:r>
          </w:p>
        </w:tc>
        <w:tc>
          <w:tcPr>
            <w:tcW w:w="1021" w:type="pct"/>
          </w:tcPr>
          <w:p w:rsidR="004745DE" w:rsidRPr="0098278E" w:rsidRDefault="007F4FFA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grlevel"/>
            <w:bookmarkEnd w:id="3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1457" w:type="pct"/>
          </w:tcPr>
          <w:p w:rsidR="004745DE" w:rsidRPr="0098278E" w:rsidRDefault="007F4FFA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NumofRespond"/>
            <w:bookmarkEnd w:id="4"/>
            <w:r>
              <w:rPr>
                <w:rFonts w:asciiTheme="majorHAnsi" w:hAnsiTheme="majorHAnsi" w:cs="Times New Roman"/>
                <w:b/>
              </w:rPr>
              <w:t>21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5"/>
        <w:gridCol w:w="144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8" w:type="pct"/>
            <w:shd w:val="clear" w:color="auto" w:fill="auto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9075C2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602" w:type="pct"/>
            <w:shd w:val="clear" w:color="auto" w:fill="auto"/>
          </w:tcPr>
          <w:p w:rsidR="004745DE" w:rsidRPr="009075C2" w:rsidRDefault="007F4FFA" w:rsidP="00935C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5" w:name="sadmin8"/>
            <w:bookmarkEnd w:id="5"/>
            <w:r>
              <w:rPr>
                <w:rFonts w:asciiTheme="majorHAnsi" w:hAnsiTheme="majorHAnsi" w:cs="Times New Roman"/>
                <w:b w:val="0"/>
                <w:color w:val="auto"/>
              </w:rPr>
              <w:t>36</w:t>
            </w:r>
          </w:p>
        </w:tc>
      </w:tr>
      <w:tr w:rsidR="004745DE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</w:tcPr>
          <w:p w:rsidR="004745DE" w:rsidRPr="007646BD" w:rsidRDefault="004745DE" w:rsidP="004745DE">
            <w:pPr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602" w:type="pct"/>
          </w:tcPr>
          <w:p w:rsidR="004745DE" w:rsidRDefault="007F4FFA" w:rsidP="00935C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6" w:name="SurvReceived8"/>
            <w:bookmarkEnd w:id="6"/>
            <w:r>
              <w:rPr>
                <w:rFonts w:asciiTheme="majorHAnsi" w:hAnsiTheme="majorHAnsi" w:cs="Times New Roman"/>
              </w:rPr>
              <w:t>21</w:t>
            </w:r>
          </w:p>
        </w:tc>
      </w:tr>
      <w:tr w:rsidR="004745DE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  <w:shd w:val="clear" w:color="auto" w:fill="ED7D31" w:themeFill="accent2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602" w:type="pct"/>
            <w:shd w:val="clear" w:color="auto" w:fill="ED7D31" w:themeFill="accent2"/>
          </w:tcPr>
          <w:p w:rsidR="004745DE" w:rsidRPr="009075C2" w:rsidRDefault="007F4FFA" w:rsidP="00935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7" w:name="sRR8"/>
            <w:bookmarkEnd w:id="7"/>
            <w:r>
              <w:rPr>
                <w:rFonts w:asciiTheme="majorHAnsi" w:hAnsiTheme="majorHAnsi" w:cs="Times New Roman"/>
                <w:b/>
              </w:rPr>
              <w:t>58.3%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4745DE" w:rsidRDefault="004745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What is your gender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6"/>
        <w:gridCol w:w="143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9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</w:rPr>
            </w:pPr>
          </w:p>
        </w:tc>
        <w:tc>
          <w:tcPr>
            <w:tcW w:w="1601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601" w:type="pct"/>
          </w:tcPr>
          <w:p w:rsidR="004745DE" w:rsidRPr="00392E02" w:rsidRDefault="007F4FF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8" w:name="Q600A2570"/>
            <w:bookmarkEnd w:id="8"/>
            <w:r>
              <w:rPr>
                <w:rFonts w:asciiTheme="majorHAnsi" w:hAnsiTheme="majorHAnsi" w:cs="Times New Roman"/>
                <w:color w:val="000000"/>
              </w:rPr>
              <w:t>71.4%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601" w:type="pct"/>
          </w:tcPr>
          <w:p w:rsidR="004745DE" w:rsidRPr="00392E02" w:rsidRDefault="007F4FF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600A2569"/>
            <w:bookmarkEnd w:id="9"/>
            <w:r>
              <w:rPr>
                <w:rFonts w:asciiTheme="majorHAnsi" w:hAnsiTheme="majorHAnsi" w:cs="Times New Roman"/>
                <w:color w:val="000000"/>
              </w:rPr>
              <w:t>28.6%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A6ED5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A6ED5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1" w:type="pct"/>
          </w:tcPr>
          <w:p w:rsidR="004745DE" w:rsidRDefault="007F4FF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600A2571"/>
            <w:bookmarkEnd w:id="1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601" w:type="pct"/>
          </w:tcPr>
          <w:p w:rsidR="004745DE" w:rsidRPr="00DC2751" w:rsidRDefault="007F4FF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600A2569NR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745DE" w:rsidRPr="004745DE" w:rsidRDefault="004745DE" w:rsidP="004745D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</w:rPr>
            </w:pPr>
          </w:p>
        </w:tc>
        <w:tc>
          <w:tcPr>
            <w:tcW w:w="1668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hideMark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7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Parent or Guardian</w:t>
            </w:r>
          </w:p>
        </w:tc>
        <w:tc>
          <w:tcPr>
            <w:tcW w:w="1668" w:type="pct"/>
          </w:tcPr>
          <w:p w:rsidR="004745DE" w:rsidRPr="000B61AD" w:rsidRDefault="007F4FFA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" w:name="Q552A2209"/>
            <w:bookmarkEnd w:id="12"/>
            <w:r>
              <w:rPr>
                <w:rFonts w:asciiTheme="majorHAnsi" w:hAnsiTheme="majorHAnsi"/>
              </w:rPr>
              <w:t>85.7%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Step or foster parent</w:t>
            </w:r>
          </w:p>
        </w:tc>
        <w:tc>
          <w:tcPr>
            <w:tcW w:w="1668" w:type="pct"/>
          </w:tcPr>
          <w:p w:rsidR="004745DE" w:rsidRPr="000B61AD" w:rsidRDefault="007F4FFA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" w:name="Q552A2210"/>
            <w:bookmarkEnd w:id="13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Grandparent</w:t>
            </w:r>
          </w:p>
        </w:tc>
        <w:tc>
          <w:tcPr>
            <w:tcW w:w="1668" w:type="pct"/>
          </w:tcPr>
          <w:p w:rsidR="004745DE" w:rsidRPr="000B61AD" w:rsidRDefault="007F4FFA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" w:name="Q552A2211"/>
            <w:bookmarkEnd w:id="14"/>
            <w:r>
              <w:rPr>
                <w:rFonts w:asciiTheme="majorHAnsi" w:hAnsiTheme="majorHAnsi"/>
              </w:rPr>
              <w:t>9.5%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68" w:type="pct"/>
          </w:tcPr>
          <w:p w:rsidR="004745DE" w:rsidRPr="000B61AD" w:rsidRDefault="007F4FFA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" w:name="Q552A2212"/>
            <w:bookmarkEnd w:id="15"/>
            <w:r>
              <w:rPr>
                <w:rFonts w:asciiTheme="majorHAnsi" w:hAnsiTheme="majorHAnsi"/>
              </w:rPr>
              <w:t>4.8%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0B61AD" w:rsidRDefault="007F4FFA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" w:name="Q552A2209NR"/>
            <w:bookmarkEnd w:id="16"/>
            <w:r>
              <w:rPr>
                <w:rFonts w:asciiTheme="majorHAnsi" w:hAnsiTheme="majorHAnsi"/>
              </w:rPr>
              <w:t>0.0%</w:t>
            </w:r>
          </w:p>
        </w:tc>
      </w:tr>
    </w:tbl>
    <w:p w:rsidR="009075C2" w:rsidRDefault="009075C2" w:rsidP="009075C2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0B28B6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W</w:t>
      </w:r>
      <w:r w:rsidR="00543594" w:rsidRPr="000B28B6">
        <w:rPr>
          <w:rFonts w:asciiTheme="majorHAnsi" w:hAnsiTheme="majorHAnsi" w:cs="Times New Roman"/>
          <w:b/>
          <w:color w:val="000000"/>
        </w:rPr>
        <w:t>hat is your race?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250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250" w:type="pct"/>
          </w:tcPr>
          <w:p w:rsidR="004745DE" w:rsidRPr="00755D6C" w:rsidRDefault="007F4FFA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551A2203"/>
            <w:bookmarkEnd w:id="17"/>
            <w:r>
              <w:rPr>
                <w:rFonts w:asciiTheme="majorHAnsi" w:hAnsiTheme="majorHAnsi" w:cs="Arial"/>
              </w:rPr>
              <w:t>90.5%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250" w:type="pct"/>
          </w:tcPr>
          <w:p w:rsidR="004745DE" w:rsidRPr="00755D6C" w:rsidRDefault="007F4FFA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551A2205"/>
            <w:bookmarkEnd w:id="18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250" w:type="pct"/>
          </w:tcPr>
          <w:p w:rsidR="004745DE" w:rsidRPr="00755D6C" w:rsidRDefault="007F4FFA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551A2207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250" w:type="pct"/>
          </w:tcPr>
          <w:p w:rsidR="004745DE" w:rsidRPr="00755D6C" w:rsidRDefault="007F4FFA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0" w:name="Q551A2204"/>
            <w:bookmarkEnd w:id="2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250" w:type="pct"/>
          </w:tcPr>
          <w:p w:rsidR="004745DE" w:rsidRPr="00755D6C" w:rsidRDefault="007F4FFA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1" w:name="Q551A2206"/>
            <w:bookmarkEnd w:id="21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250" w:type="pct"/>
          </w:tcPr>
          <w:p w:rsidR="004745DE" w:rsidRPr="00755D6C" w:rsidRDefault="007F4FFA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2" w:name="Q551A2208"/>
            <w:bookmarkEnd w:id="22"/>
            <w:r>
              <w:rPr>
                <w:rFonts w:asciiTheme="majorHAnsi" w:hAnsiTheme="majorHAnsi" w:cs="Arial"/>
              </w:rPr>
              <w:t>9.5%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50" w:type="pct"/>
          </w:tcPr>
          <w:p w:rsidR="004745DE" w:rsidRPr="00755D6C" w:rsidRDefault="007F4FFA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3" w:name="Q551A2203NR"/>
            <w:bookmarkEnd w:id="2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68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668" w:type="pct"/>
          </w:tcPr>
          <w:p w:rsidR="004745DE" w:rsidRPr="00CD6E4F" w:rsidRDefault="007F4FF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550A2201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668" w:type="pct"/>
          </w:tcPr>
          <w:p w:rsidR="004745DE" w:rsidRPr="00CD6E4F" w:rsidRDefault="007F4FF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550A2202"/>
            <w:bookmarkEnd w:id="25"/>
            <w:r>
              <w:rPr>
                <w:rFonts w:asciiTheme="majorHAnsi" w:hAnsiTheme="majorHAnsi" w:cs="Times New Roman"/>
                <w:color w:val="000000"/>
              </w:rPr>
              <w:t>95.2%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CD6E4F" w:rsidRDefault="007F4FF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550A2201NR"/>
            <w:bookmarkEnd w:id="26"/>
            <w:r>
              <w:rPr>
                <w:rFonts w:asciiTheme="majorHAnsi" w:hAnsiTheme="majorHAnsi" w:cs="Times New Roman"/>
                <w:color w:val="000000"/>
              </w:rPr>
              <w:t>4.8%</w:t>
            </w:r>
          </w:p>
        </w:tc>
      </w:tr>
    </w:tbl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4745DE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605" w:type="pct"/>
          </w:tcPr>
          <w:p w:rsidR="004745DE" w:rsidRPr="00392E02" w:rsidRDefault="007F4FF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549A2198"/>
            <w:bookmarkEnd w:id="27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605" w:type="pct"/>
          </w:tcPr>
          <w:p w:rsidR="004745DE" w:rsidRPr="00392E02" w:rsidRDefault="007F4FF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549A2199"/>
            <w:bookmarkEnd w:id="2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5" w:type="pct"/>
          </w:tcPr>
          <w:p w:rsidR="004745DE" w:rsidRPr="00392E02" w:rsidRDefault="007F4FF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549A2200"/>
            <w:bookmarkEnd w:id="2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4745DE" w:rsidRPr="00767C3B" w:rsidRDefault="007F4FF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549A2198NR"/>
            <w:bookmarkEnd w:id="3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97450E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Which of the following option</w:t>
      </w:r>
      <w:r w:rsidRPr="0097450E">
        <w:rPr>
          <w:rFonts w:asciiTheme="majorHAnsi" w:hAnsiTheme="majorHAnsi" w:cs="Times New Roman"/>
          <w:b/>
          <w:color w:val="000000"/>
        </w:rPr>
        <w:t>s best describes your family's total annual income?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ED0933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ED0933" w:rsidRPr="009075C2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ED0933" w:rsidRPr="009075C2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605" w:type="pct"/>
          </w:tcPr>
          <w:p w:rsidR="00ED0933" w:rsidRPr="00392E02" w:rsidRDefault="007F4FF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548A2193"/>
            <w:bookmarkEnd w:id="31"/>
            <w:r>
              <w:rPr>
                <w:rFonts w:asciiTheme="majorHAnsi" w:hAnsiTheme="majorHAnsi" w:cs="Times New Roman"/>
                <w:color w:val="000000"/>
              </w:rPr>
              <w:t>42.9%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605" w:type="pct"/>
          </w:tcPr>
          <w:p w:rsidR="00ED0933" w:rsidRPr="00392E02" w:rsidRDefault="007F4FFA" w:rsidP="009075C2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548A2194"/>
            <w:bookmarkEnd w:id="32"/>
            <w:r>
              <w:rPr>
                <w:rFonts w:asciiTheme="majorHAnsi" w:hAnsiTheme="majorHAnsi" w:cs="Times New Roman"/>
                <w:color w:val="000000"/>
              </w:rPr>
              <w:t>28.6%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605" w:type="pct"/>
          </w:tcPr>
          <w:p w:rsidR="00ED0933" w:rsidRPr="00392E02" w:rsidRDefault="007F4FF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548A2195"/>
            <w:bookmarkEnd w:id="33"/>
            <w:r>
              <w:rPr>
                <w:rFonts w:asciiTheme="majorHAnsi" w:hAnsiTheme="majorHAnsi" w:cs="Times New Roman"/>
                <w:color w:val="000000"/>
              </w:rPr>
              <w:t>28.6%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605" w:type="pct"/>
          </w:tcPr>
          <w:p w:rsidR="00ED0933" w:rsidRPr="00392E02" w:rsidRDefault="007F4FF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548A2196"/>
            <w:bookmarkEnd w:id="3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F40186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Don’t know or </w:t>
            </w:r>
            <w:r w:rsidR="00ED0933" w:rsidRPr="007646BD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605" w:type="pct"/>
          </w:tcPr>
          <w:p w:rsidR="00ED0933" w:rsidRPr="00392E02" w:rsidRDefault="007F4FF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548A2197"/>
            <w:bookmarkEnd w:id="3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ED0933" w:rsidRPr="00CD6E4F" w:rsidRDefault="007F4FF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548A2193NR"/>
            <w:bookmarkEnd w:id="3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What is the highest level of education obtained by your child's Mother/Father?</w:t>
      </w:r>
    </w:p>
    <w:tbl>
      <w:tblPr>
        <w:tblStyle w:val="ListTable3-Accent2"/>
        <w:tblW w:w="3411" w:type="pct"/>
        <w:tblLook w:val="04A0" w:firstRow="1" w:lastRow="0" w:firstColumn="1" w:lastColumn="0" w:noHBand="0" w:noVBand="1"/>
      </w:tblPr>
      <w:tblGrid>
        <w:gridCol w:w="3955"/>
        <w:gridCol w:w="1260"/>
        <w:gridCol w:w="1164"/>
      </w:tblGrid>
      <w:tr w:rsidR="00ED0933" w:rsidRPr="009B797D" w:rsidTr="00FE4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00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988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Mother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  <w:tc>
          <w:tcPr>
            <w:tcW w:w="91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Father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988" w:type="pct"/>
          </w:tcPr>
          <w:p w:rsidR="00ED0933" w:rsidRPr="007646BD" w:rsidRDefault="007F4FF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559A2286"/>
            <w:bookmarkEnd w:id="37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7F4FF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558A2278"/>
            <w:bookmarkEnd w:id="38"/>
            <w:r>
              <w:rPr>
                <w:rFonts w:asciiTheme="majorHAnsi" w:hAnsiTheme="majorHAnsi" w:cs="Times New Roman"/>
                <w:color w:val="000000"/>
              </w:rPr>
              <w:t>19.0%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988" w:type="pct"/>
          </w:tcPr>
          <w:p w:rsidR="00ED0933" w:rsidRPr="007646BD" w:rsidRDefault="007F4FF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559A2287"/>
            <w:bookmarkEnd w:id="39"/>
            <w:r>
              <w:rPr>
                <w:rFonts w:asciiTheme="majorHAnsi" w:hAnsiTheme="majorHAnsi" w:cs="Times New Roman"/>
                <w:color w:val="000000"/>
              </w:rPr>
              <w:t>42.9%</w:t>
            </w:r>
          </w:p>
        </w:tc>
        <w:tc>
          <w:tcPr>
            <w:tcW w:w="912" w:type="pct"/>
          </w:tcPr>
          <w:p w:rsidR="00ED0933" w:rsidRPr="007646BD" w:rsidRDefault="007F4FF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558A2279"/>
            <w:bookmarkEnd w:id="40"/>
            <w:r>
              <w:rPr>
                <w:rFonts w:asciiTheme="majorHAnsi" w:hAnsiTheme="majorHAnsi" w:cs="Times New Roman"/>
                <w:color w:val="000000"/>
              </w:rPr>
              <w:t>47.6%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8B42C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988" w:type="pct"/>
          </w:tcPr>
          <w:p w:rsidR="00ED0933" w:rsidRPr="007646BD" w:rsidRDefault="007F4FF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559A2288"/>
            <w:bookmarkEnd w:id="41"/>
            <w:r>
              <w:rPr>
                <w:rFonts w:asciiTheme="majorHAnsi" w:hAnsiTheme="majorHAnsi" w:cs="Times New Roman"/>
                <w:color w:val="000000"/>
              </w:rPr>
              <w:t>38.1%</w:t>
            </w:r>
          </w:p>
        </w:tc>
        <w:tc>
          <w:tcPr>
            <w:tcW w:w="912" w:type="pct"/>
          </w:tcPr>
          <w:p w:rsidR="00ED0933" w:rsidRPr="007646BD" w:rsidRDefault="007F4FF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558A2280"/>
            <w:bookmarkEnd w:id="42"/>
            <w:r>
              <w:rPr>
                <w:rFonts w:asciiTheme="majorHAnsi" w:hAnsiTheme="majorHAnsi" w:cs="Times New Roman"/>
                <w:color w:val="000000"/>
              </w:rPr>
              <w:t>14.3%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988" w:type="pct"/>
          </w:tcPr>
          <w:p w:rsidR="00ED0933" w:rsidRPr="007646BD" w:rsidRDefault="007F4FF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559A2289"/>
            <w:bookmarkEnd w:id="43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7F4FF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558A2281"/>
            <w:bookmarkEnd w:id="44"/>
            <w:r>
              <w:rPr>
                <w:rFonts w:asciiTheme="majorHAnsi" w:hAnsiTheme="majorHAnsi" w:cs="Times New Roman"/>
                <w:color w:val="000000"/>
              </w:rPr>
              <w:t>4.8%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988" w:type="pct"/>
          </w:tcPr>
          <w:p w:rsidR="00ED0933" w:rsidRPr="007646BD" w:rsidRDefault="007F4FF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559A2290"/>
            <w:bookmarkEnd w:id="45"/>
            <w:r>
              <w:rPr>
                <w:rFonts w:asciiTheme="majorHAnsi" w:hAnsiTheme="majorHAnsi" w:cs="Times New Roman"/>
                <w:color w:val="000000"/>
              </w:rPr>
              <w:t>9.5%</w:t>
            </w:r>
          </w:p>
        </w:tc>
        <w:tc>
          <w:tcPr>
            <w:tcW w:w="912" w:type="pct"/>
          </w:tcPr>
          <w:p w:rsidR="00ED0933" w:rsidRPr="007646BD" w:rsidRDefault="007F4FF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558A2282"/>
            <w:bookmarkEnd w:id="46"/>
            <w:r>
              <w:rPr>
                <w:rFonts w:asciiTheme="majorHAnsi" w:hAnsiTheme="majorHAnsi" w:cs="Times New Roman"/>
                <w:color w:val="000000"/>
              </w:rPr>
              <w:t>9.5%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988" w:type="pct"/>
          </w:tcPr>
          <w:p w:rsidR="00ED0933" w:rsidRPr="007646BD" w:rsidRDefault="007F4FF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559A2291"/>
            <w:bookmarkEnd w:id="47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7F4FF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558A2283"/>
            <w:bookmarkEnd w:id="4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988" w:type="pct"/>
          </w:tcPr>
          <w:p w:rsidR="00ED0933" w:rsidRPr="007646BD" w:rsidRDefault="007F4FF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559A2292"/>
            <w:bookmarkEnd w:id="49"/>
            <w:r>
              <w:rPr>
                <w:rFonts w:asciiTheme="majorHAnsi" w:hAnsiTheme="majorHAnsi" w:cs="Times New Roman"/>
                <w:color w:val="000000"/>
              </w:rPr>
              <w:t>4.8%</w:t>
            </w:r>
          </w:p>
        </w:tc>
        <w:tc>
          <w:tcPr>
            <w:tcW w:w="912" w:type="pct"/>
          </w:tcPr>
          <w:p w:rsidR="00ED0933" w:rsidRPr="007646BD" w:rsidRDefault="007F4FF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558A2284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988" w:type="pct"/>
          </w:tcPr>
          <w:p w:rsidR="00ED0933" w:rsidRPr="007646BD" w:rsidRDefault="007F4FF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559A2293"/>
            <w:bookmarkEnd w:id="51"/>
            <w:r>
              <w:rPr>
                <w:rFonts w:asciiTheme="majorHAnsi" w:hAnsiTheme="majorHAnsi" w:cs="Times New Roman"/>
                <w:color w:val="000000"/>
              </w:rPr>
              <w:t>4.8%</w:t>
            </w:r>
          </w:p>
        </w:tc>
        <w:tc>
          <w:tcPr>
            <w:tcW w:w="912" w:type="pct"/>
          </w:tcPr>
          <w:p w:rsidR="00ED0933" w:rsidRPr="007646BD" w:rsidRDefault="007F4FF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558A2285"/>
            <w:bookmarkEnd w:id="52"/>
            <w:r>
              <w:rPr>
                <w:rFonts w:asciiTheme="majorHAnsi" w:hAnsiTheme="majorHAnsi" w:cs="Times New Roman"/>
                <w:color w:val="000000"/>
              </w:rPr>
              <w:t>4.8%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988" w:type="pct"/>
          </w:tcPr>
          <w:p w:rsidR="00ED0933" w:rsidRPr="007646BD" w:rsidRDefault="007F4FF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559A2286NR"/>
            <w:bookmarkEnd w:id="53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7F4FF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558A2278NR"/>
            <w:bookmarkEnd w:id="5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If you have other children, how many have attended or are currently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532" w:type="pct"/>
            <w:vAlign w:val="center"/>
          </w:tcPr>
          <w:p w:rsidR="00ED0933" w:rsidRDefault="007F4FFA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547A2574"/>
            <w:bookmarkEnd w:id="55"/>
            <w:r>
              <w:rPr>
                <w:rFonts w:asciiTheme="majorHAnsi" w:hAnsiTheme="majorHAnsi" w:cs="Times New Roman"/>
                <w:color w:val="000000"/>
              </w:rPr>
              <w:t>85.7%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532" w:type="pct"/>
            <w:vAlign w:val="center"/>
          </w:tcPr>
          <w:p w:rsidR="00ED0933" w:rsidRPr="00392E02" w:rsidRDefault="007F4FFA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547A2187"/>
            <w:bookmarkEnd w:id="5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532" w:type="pct"/>
            <w:vAlign w:val="center"/>
          </w:tcPr>
          <w:p w:rsidR="00ED0933" w:rsidRPr="00392E02" w:rsidRDefault="007F4FFA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547A2188"/>
            <w:bookmarkEnd w:id="57"/>
            <w:r>
              <w:rPr>
                <w:rFonts w:asciiTheme="majorHAnsi" w:hAnsiTheme="majorHAnsi" w:cs="Times New Roman"/>
                <w:color w:val="000000"/>
              </w:rPr>
              <w:t>9.5%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532" w:type="pct"/>
            <w:vAlign w:val="center"/>
          </w:tcPr>
          <w:p w:rsidR="00ED0933" w:rsidRPr="00392E02" w:rsidRDefault="007F4FFA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547A2189"/>
            <w:bookmarkEnd w:id="58"/>
            <w:r>
              <w:rPr>
                <w:rFonts w:asciiTheme="majorHAnsi" w:hAnsiTheme="majorHAnsi" w:cs="Times New Roman"/>
                <w:color w:val="000000"/>
              </w:rPr>
              <w:t>4.8%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532" w:type="pct"/>
            <w:vAlign w:val="center"/>
          </w:tcPr>
          <w:p w:rsidR="00ED0933" w:rsidRPr="00392E02" w:rsidRDefault="007F4FFA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547A2190"/>
            <w:bookmarkEnd w:id="5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532" w:type="pct"/>
            <w:vAlign w:val="center"/>
          </w:tcPr>
          <w:p w:rsidR="00ED0933" w:rsidRPr="00392E02" w:rsidRDefault="007F4FFA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547A2191"/>
            <w:bookmarkEnd w:id="6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ED093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>other children</w:t>
            </w:r>
          </w:p>
        </w:tc>
        <w:tc>
          <w:tcPr>
            <w:tcW w:w="1532" w:type="pct"/>
            <w:vAlign w:val="center"/>
          </w:tcPr>
          <w:p w:rsidR="00ED0933" w:rsidRPr="00392E02" w:rsidRDefault="007F4FFA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547A2192"/>
            <w:bookmarkEnd w:id="6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532" w:type="pct"/>
            <w:vAlign w:val="center"/>
          </w:tcPr>
          <w:p w:rsidR="00ED0933" w:rsidRPr="009A772C" w:rsidRDefault="007F4FFA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2" w:name="Q547A2574NR"/>
            <w:bookmarkEnd w:id="6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3D6F3C" w:rsidRDefault="003D6F3C" w:rsidP="003D6F3C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C3000D" w:rsidRDefault="00C3000D">
      <w:pPr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br w:type="page"/>
      </w: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lastRenderedPageBreak/>
        <w:t>Have you talked to your child about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0B28B6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Yes</w:t>
            </w:r>
          </w:p>
        </w:tc>
        <w:tc>
          <w:tcPr>
            <w:tcW w:w="1532" w:type="pct"/>
          </w:tcPr>
          <w:p w:rsidR="00ED0933" w:rsidRPr="008B42CE" w:rsidRDefault="007F4FF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3" w:name="Q545A2185"/>
            <w:bookmarkEnd w:id="63"/>
            <w:r>
              <w:rPr>
                <w:rFonts w:asciiTheme="majorHAnsi" w:hAnsiTheme="majorHAnsi"/>
              </w:rPr>
              <w:t>90.5%</w:t>
            </w:r>
          </w:p>
        </w:tc>
      </w:tr>
      <w:tr w:rsidR="00ED0933" w:rsidRPr="000B28B6" w:rsidTr="00C30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</w:t>
            </w:r>
          </w:p>
        </w:tc>
        <w:tc>
          <w:tcPr>
            <w:tcW w:w="1532" w:type="pct"/>
          </w:tcPr>
          <w:p w:rsidR="00ED0933" w:rsidRPr="008B42CE" w:rsidRDefault="007F4FFA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4" w:name="Q545A2186"/>
            <w:bookmarkEnd w:id="64"/>
            <w:r>
              <w:rPr>
                <w:rFonts w:asciiTheme="majorHAnsi" w:hAnsiTheme="majorHAnsi"/>
              </w:rPr>
              <w:t>9.5%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 Response</w:t>
            </w:r>
          </w:p>
        </w:tc>
        <w:tc>
          <w:tcPr>
            <w:tcW w:w="1532" w:type="pct"/>
          </w:tcPr>
          <w:p w:rsidR="00ED0933" w:rsidRPr="008B42CE" w:rsidRDefault="007F4FF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5" w:name="Q545A2185NR"/>
            <w:bookmarkEnd w:id="65"/>
            <w:r>
              <w:rPr>
                <w:rFonts w:asciiTheme="majorHAnsi" w:hAnsiTheme="majorHAnsi"/>
              </w:rPr>
              <w:t>0.0%</w:t>
            </w:r>
          </w:p>
        </w:tc>
      </w:tr>
    </w:tbl>
    <w:p w:rsidR="00C3000D" w:rsidRDefault="00C3000D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ED0933" w:rsidRDefault="00E566AF" w:rsidP="00ED0933">
      <w:pPr>
        <w:pStyle w:val="ListParagraph"/>
        <w:numPr>
          <w:ilvl w:val="0"/>
          <w:numId w:val="9"/>
        </w:numPr>
        <w:tabs>
          <w:tab w:val="left" w:pos="10661"/>
        </w:tabs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  <w:r w:rsidRPr="00ED0933">
        <w:rPr>
          <w:rFonts w:asciiTheme="majorHAnsi" w:eastAsia="Times New Roman" w:hAnsiTheme="majorHAnsi" w:cs="Times New Roman"/>
          <w:b/>
          <w:bCs/>
          <w:color w:val="000000"/>
        </w:rPr>
        <w:t>H</w:t>
      </w:r>
      <w:r w:rsidR="00543594" w:rsidRPr="00ED0933">
        <w:rPr>
          <w:rFonts w:asciiTheme="majorHAnsi" w:eastAsia="Times New Roman" w:hAnsiTheme="majorHAnsi" w:cs="Times New Roman"/>
          <w:b/>
          <w:bCs/>
          <w:color w:val="000000"/>
        </w:rPr>
        <w:t>ow strongly do you agree or disagree with the following statements?</w:t>
      </w:r>
    </w:p>
    <w:tbl>
      <w:tblPr>
        <w:tblStyle w:val="ListTable3-Accent2"/>
        <w:tblpPr w:leftFromText="180" w:rightFromText="180" w:vertAnchor="text" w:horzAnchor="margin" w:tblpY="19"/>
        <w:tblW w:w="5195" w:type="pct"/>
        <w:tblLook w:val="04A0" w:firstRow="1" w:lastRow="0" w:firstColumn="1" w:lastColumn="0" w:noHBand="0" w:noVBand="1"/>
      </w:tblPr>
      <w:tblGrid>
        <w:gridCol w:w="4046"/>
        <w:gridCol w:w="1332"/>
        <w:gridCol w:w="1188"/>
        <w:gridCol w:w="1022"/>
        <w:gridCol w:w="1043"/>
        <w:gridCol w:w="1084"/>
      </w:tblGrid>
      <w:tr w:rsidR="00543594" w:rsidRPr="000B28B6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82" w:type="pct"/>
            <w:noWrap/>
            <w:hideMark/>
          </w:tcPr>
          <w:p w:rsidR="00543594" w:rsidRPr="009B797D" w:rsidRDefault="00543594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685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611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26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37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58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025175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Attending </w:t>
            </w:r>
            <w:r w:rsidR="008B42CE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</w:t>
            </w: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ollege is important to my child’s career goal and future.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7F4FFA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6" w:name="Q543A2176"/>
            <w:bookmarkEnd w:id="66"/>
            <w:r>
              <w:rPr>
                <w:rFonts w:asciiTheme="majorHAnsi" w:hAnsiTheme="majorHAnsi"/>
              </w:rPr>
              <w:t>57.1%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7F4FFA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7" w:name="Q543A2175"/>
            <w:bookmarkEnd w:id="67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7F4FFA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8" w:name="Q543A2174"/>
            <w:bookmarkEnd w:id="6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7F4FFA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9" w:name="Q543A2173"/>
            <w:bookmarkEnd w:id="6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7F4FFA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0" w:name="Q543A2173NR"/>
            <w:bookmarkEnd w:id="70"/>
            <w:r>
              <w:rPr>
                <w:rFonts w:asciiTheme="majorHAnsi" w:hAnsiTheme="majorHAnsi"/>
              </w:rPr>
              <w:t>0.0%</w:t>
            </w:r>
          </w:p>
        </w:tc>
      </w:tr>
      <w:tr w:rsidR="00025175" w:rsidRPr="000B28B6" w:rsidTr="008B42CE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It’s too early to think about my child going to college.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7F4FF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1" w:name="Q544A2180"/>
            <w:bookmarkEnd w:id="71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7F4FF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2" w:name="Q544A2179"/>
            <w:bookmarkEnd w:id="72"/>
            <w:r>
              <w:rPr>
                <w:rFonts w:asciiTheme="majorHAnsi" w:hAnsiTheme="majorHAnsi"/>
              </w:rPr>
              <w:t>4.8%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7F4FF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3" w:name="Q544A2178"/>
            <w:bookmarkEnd w:id="73"/>
            <w:r>
              <w:rPr>
                <w:rFonts w:asciiTheme="majorHAnsi" w:hAnsiTheme="majorHAnsi"/>
              </w:rPr>
              <w:t>38.1%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7F4FF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544A2177"/>
            <w:bookmarkEnd w:id="74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7F4FF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544A2177NR"/>
            <w:bookmarkEnd w:id="75"/>
            <w:r>
              <w:rPr>
                <w:rFonts w:asciiTheme="majorHAnsi" w:hAnsiTheme="majorHAnsi"/>
              </w:rPr>
              <w:t>14.3%</w:t>
            </w:r>
          </w:p>
        </w:tc>
      </w:tr>
    </w:tbl>
    <w:p w:rsidR="00543594" w:rsidRPr="000B28B6" w:rsidRDefault="00543594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What is the high</w:t>
      </w:r>
      <w:r w:rsidR="00ED0933" w:rsidRPr="003D6F3C">
        <w:rPr>
          <w:rFonts w:asciiTheme="majorHAnsi" w:hAnsiTheme="majorHAnsi" w:cs="Times New Roman"/>
          <w:b/>
        </w:rPr>
        <w:t>est level of education that you would</w:t>
      </w:r>
      <w:r w:rsidR="008B42CE">
        <w:rPr>
          <w:rFonts w:asciiTheme="majorHAnsi" w:hAnsiTheme="majorHAnsi" w:cs="Times New Roman"/>
          <w:b/>
        </w:rPr>
        <w:t>..</w:t>
      </w:r>
      <w:r w:rsidRPr="003D6F3C">
        <w:rPr>
          <w:rFonts w:asciiTheme="majorHAnsi" w:hAnsiTheme="majorHAnsi" w:cs="Times New Roman"/>
          <w:b/>
        </w:rPr>
        <w:t>.</w:t>
      </w:r>
    </w:p>
    <w:tbl>
      <w:tblPr>
        <w:tblStyle w:val="ListTable3-Accent2"/>
        <w:tblW w:w="7015" w:type="dxa"/>
        <w:tblLook w:val="04A0" w:firstRow="1" w:lastRow="0" w:firstColumn="1" w:lastColumn="0" w:noHBand="0" w:noVBand="1"/>
      </w:tblPr>
      <w:tblGrid>
        <w:gridCol w:w="4045"/>
        <w:gridCol w:w="1530"/>
        <w:gridCol w:w="144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530" w:type="dxa"/>
            <w:noWrap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Like you</w:t>
            </w:r>
            <w:r w:rsidR="009B797D" w:rsidRPr="008B42CE">
              <w:rPr>
                <w:rFonts w:eastAsia="Times New Roman" w:cs="Times New Roman"/>
                <w:iCs/>
                <w:color w:val="auto"/>
              </w:rPr>
              <w:t>r</w:t>
            </w:r>
            <w:r w:rsidRPr="008B42CE">
              <w:rPr>
                <w:rFonts w:eastAsia="Times New Roman" w:cs="Times New Roman"/>
                <w:iCs/>
                <w:color w:val="auto"/>
              </w:rPr>
              <w:t xml:space="preserve">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  <w:tc>
          <w:tcPr>
            <w:tcW w:w="1440" w:type="dxa"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Expect your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530" w:type="dxa"/>
            <w:noWrap/>
          </w:tcPr>
          <w:p w:rsidR="00ED0933" w:rsidRPr="00797E2A" w:rsidRDefault="007F4FF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560A2294"/>
            <w:bookmarkEnd w:id="7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7F4FF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561A2299"/>
            <w:bookmarkEnd w:id="77"/>
            <w:r>
              <w:rPr>
                <w:rFonts w:asciiTheme="majorHAnsi" w:hAnsiTheme="majorHAnsi"/>
              </w:rPr>
              <w:t>4.8%</w:t>
            </w:r>
          </w:p>
        </w:tc>
      </w:tr>
      <w:tr w:rsidR="009B797D" w:rsidRPr="000B28B6" w:rsidTr="008B42CE">
        <w:trPr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9B797D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530" w:type="dxa"/>
            <w:noWrap/>
          </w:tcPr>
          <w:p w:rsidR="009B797D" w:rsidRPr="00797E2A" w:rsidRDefault="007F4FFA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560A2295"/>
            <w:bookmarkEnd w:id="78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440" w:type="dxa"/>
          </w:tcPr>
          <w:p w:rsidR="009B797D" w:rsidRPr="00797E2A" w:rsidRDefault="007F4FFA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561A2300"/>
            <w:bookmarkEnd w:id="79"/>
            <w:r>
              <w:rPr>
                <w:rFonts w:asciiTheme="majorHAnsi" w:hAnsiTheme="majorHAnsi"/>
              </w:rPr>
              <w:t>19.0%</w:t>
            </w:r>
          </w:p>
        </w:tc>
      </w:tr>
      <w:tr w:rsidR="008B42CE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1530" w:type="dxa"/>
            <w:noWrap/>
          </w:tcPr>
          <w:p w:rsidR="008B42CE" w:rsidRPr="00797E2A" w:rsidRDefault="007F4FFA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560A2296"/>
            <w:bookmarkEnd w:id="80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8B42CE" w:rsidRPr="00797E2A" w:rsidRDefault="007F4FFA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561A2301"/>
            <w:bookmarkEnd w:id="81"/>
            <w:r>
              <w:rPr>
                <w:rFonts w:asciiTheme="majorHAnsi" w:hAnsiTheme="majorHAnsi"/>
              </w:rPr>
              <w:t>14.3%</w:t>
            </w:r>
          </w:p>
        </w:tc>
      </w:tr>
      <w:tr w:rsidR="008B42CE" w:rsidRPr="000B28B6" w:rsidTr="008B42CE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1530" w:type="dxa"/>
            <w:noWrap/>
          </w:tcPr>
          <w:p w:rsidR="008B42CE" w:rsidRPr="00797E2A" w:rsidRDefault="007F4FF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560A2297"/>
            <w:bookmarkEnd w:id="82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1440" w:type="dxa"/>
          </w:tcPr>
          <w:p w:rsidR="008B42CE" w:rsidRPr="00797E2A" w:rsidRDefault="007F4FF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561A2302"/>
            <w:bookmarkEnd w:id="83"/>
            <w:r>
              <w:rPr>
                <w:rFonts w:asciiTheme="majorHAnsi" w:hAnsiTheme="majorHAnsi"/>
              </w:rPr>
              <w:t>42.9%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530" w:type="dxa"/>
            <w:noWrap/>
          </w:tcPr>
          <w:p w:rsidR="00ED0933" w:rsidRPr="00797E2A" w:rsidRDefault="007F4FF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560A2298"/>
            <w:bookmarkEnd w:id="84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1440" w:type="dxa"/>
          </w:tcPr>
          <w:p w:rsidR="00ED0933" w:rsidRPr="00797E2A" w:rsidRDefault="007F4FF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561A2303"/>
            <w:bookmarkEnd w:id="85"/>
            <w:r>
              <w:rPr>
                <w:rFonts w:asciiTheme="majorHAnsi" w:hAnsiTheme="majorHAnsi"/>
              </w:rPr>
              <w:t>19.0%</w:t>
            </w:r>
          </w:p>
        </w:tc>
      </w:tr>
      <w:tr w:rsidR="00ED0933" w:rsidRPr="000B28B6" w:rsidTr="008B42CE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530" w:type="dxa"/>
            <w:noWrap/>
          </w:tcPr>
          <w:p w:rsidR="00ED0933" w:rsidRPr="00797E2A" w:rsidRDefault="007F4FF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560A2294NR"/>
            <w:bookmarkEnd w:id="8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7F4FF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561A2299NR"/>
            <w:bookmarkEnd w:id="87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Has anyone from your child’s school or GEAR UP ever spoken with you about… </w:t>
      </w:r>
    </w:p>
    <w:tbl>
      <w:tblPr>
        <w:tblStyle w:val="ListTable3-Accent2"/>
        <w:tblW w:w="3799" w:type="pct"/>
        <w:tblLayout w:type="fixed"/>
        <w:tblLook w:val="04A0" w:firstRow="1" w:lastRow="0" w:firstColumn="1" w:lastColumn="0" w:noHBand="0" w:noVBand="1"/>
      </w:tblPr>
      <w:tblGrid>
        <w:gridCol w:w="3143"/>
        <w:gridCol w:w="1263"/>
        <w:gridCol w:w="1263"/>
        <w:gridCol w:w="1435"/>
      </w:tblGrid>
      <w:tr w:rsidR="004206F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12" w:type="pct"/>
            <w:noWrap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889" w:type="pct"/>
            <w:noWrap/>
          </w:tcPr>
          <w:p w:rsidR="008B42CE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Yes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889" w:type="pct"/>
          </w:tcPr>
          <w:p w:rsidR="008B42CE" w:rsidRPr="008B42CE" w:rsidRDefault="008B42CE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</w:t>
            </w:r>
          </w:p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1011" w:type="pct"/>
          </w:tcPr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 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Requirements</w:t>
            </w:r>
          </w:p>
        </w:tc>
        <w:tc>
          <w:tcPr>
            <w:tcW w:w="889" w:type="pct"/>
            <w:noWrap/>
          </w:tcPr>
          <w:p w:rsidR="004206F3" w:rsidRPr="000B28B6" w:rsidRDefault="007F4FF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8" w:name="Q539A2167"/>
            <w:bookmarkEnd w:id="88"/>
            <w:r>
              <w:rPr>
                <w:rFonts w:asciiTheme="majorHAnsi" w:hAnsiTheme="majorHAnsi" w:cs="Arial"/>
              </w:rPr>
              <w:t>14.3%</w:t>
            </w:r>
          </w:p>
        </w:tc>
        <w:tc>
          <w:tcPr>
            <w:tcW w:w="889" w:type="pct"/>
          </w:tcPr>
          <w:p w:rsidR="004206F3" w:rsidRPr="000B28B6" w:rsidRDefault="007F4FF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9" w:name="Q539A2168"/>
            <w:bookmarkEnd w:id="89"/>
            <w:r>
              <w:rPr>
                <w:rFonts w:asciiTheme="majorHAnsi" w:hAnsiTheme="majorHAnsi" w:cs="Arial"/>
              </w:rPr>
              <w:t>85.7%</w:t>
            </w:r>
          </w:p>
        </w:tc>
        <w:tc>
          <w:tcPr>
            <w:tcW w:w="1011" w:type="pct"/>
          </w:tcPr>
          <w:p w:rsidR="004206F3" w:rsidRPr="000B28B6" w:rsidRDefault="007F4FF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0" w:name="Q539A2167NR"/>
            <w:bookmarkEnd w:id="9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206F3" w:rsidRPr="000B28B6" w:rsidTr="008B42C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  <w:hideMark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Availability of Financial Aid</w:t>
            </w:r>
          </w:p>
        </w:tc>
        <w:tc>
          <w:tcPr>
            <w:tcW w:w="889" w:type="pct"/>
            <w:noWrap/>
          </w:tcPr>
          <w:p w:rsidR="004206F3" w:rsidRPr="000B28B6" w:rsidRDefault="007F4FF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1" w:name="Q540A2169"/>
            <w:bookmarkEnd w:id="91"/>
            <w:r>
              <w:rPr>
                <w:rFonts w:asciiTheme="majorHAnsi" w:hAnsiTheme="majorHAnsi" w:cs="Arial"/>
              </w:rPr>
              <w:t>19.0%</w:t>
            </w:r>
          </w:p>
        </w:tc>
        <w:tc>
          <w:tcPr>
            <w:tcW w:w="889" w:type="pct"/>
          </w:tcPr>
          <w:p w:rsidR="004206F3" w:rsidRPr="000B28B6" w:rsidRDefault="007F4FF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2" w:name="Q540A2170"/>
            <w:bookmarkEnd w:id="92"/>
            <w:r>
              <w:rPr>
                <w:rFonts w:asciiTheme="majorHAnsi" w:hAnsiTheme="majorHAnsi" w:cs="Arial"/>
              </w:rPr>
              <w:t>71.4%</w:t>
            </w:r>
          </w:p>
        </w:tc>
        <w:tc>
          <w:tcPr>
            <w:tcW w:w="1011" w:type="pct"/>
          </w:tcPr>
          <w:p w:rsidR="004206F3" w:rsidRPr="000B28B6" w:rsidRDefault="007F4FF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3" w:name="Q540A2169NR"/>
            <w:bookmarkEnd w:id="93"/>
            <w:r>
              <w:rPr>
                <w:rFonts w:asciiTheme="majorHAnsi" w:hAnsiTheme="majorHAnsi" w:cs="Arial"/>
              </w:rPr>
              <w:t>9.5%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Do you know about financial aid and the cost and benefits to your child of pursuing a postsecondary education (e.g., going to college)?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145"/>
        <w:gridCol w:w="126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69" w:type="pct"/>
            <w:noWrap/>
            <w:hideMark/>
          </w:tcPr>
          <w:p w:rsidR="003D6F3C" w:rsidRPr="008B42CE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 </w:t>
            </w:r>
          </w:p>
        </w:tc>
        <w:tc>
          <w:tcPr>
            <w:tcW w:w="1431" w:type="pct"/>
          </w:tcPr>
          <w:p w:rsidR="003D6F3C" w:rsidRPr="008B42CE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431" w:type="pct"/>
          </w:tcPr>
          <w:p w:rsidR="003D6F3C" w:rsidRPr="00797E2A" w:rsidRDefault="007F4FF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4" w:name="Q537A2165"/>
            <w:bookmarkEnd w:id="94"/>
            <w:r>
              <w:rPr>
                <w:rFonts w:asciiTheme="majorHAnsi" w:hAnsiTheme="majorHAnsi"/>
              </w:rPr>
              <w:t>71.4%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431" w:type="pct"/>
          </w:tcPr>
          <w:p w:rsidR="003D6F3C" w:rsidRPr="00797E2A" w:rsidRDefault="007F4FF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5" w:name="Q537A2166"/>
            <w:bookmarkEnd w:id="95"/>
            <w:r>
              <w:rPr>
                <w:rFonts w:asciiTheme="majorHAnsi" w:hAnsiTheme="majorHAnsi"/>
              </w:rPr>
              <w:t>28.6%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3D6F3C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3D6F3C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31" w:type="pct"/>
          </w:tcPr>
          <w:p w:rsidR="003D6F3C" w:rsidRPr="00797E2A" w:rsidRDefault="007F4FF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6" w:name="Q537A2165NR"/>
            <w:bookmarkEnd w:id="96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C3000D" w:rsidRDefault="00C3000D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0A7A9B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Do you think that your child could afford to attend one of the following types of colleges using financial aid, scholarships, and your family’s resources?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795"/>
        <w:gridCol w:w="2250"/>
        <w:gridCol w:w="2250"/>
        <w:gridCol w:w="2250"/>
      </w:tblGrid>
      <w:tr w:rsidR="004206F3" w:rsidRPr="009B797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95" w:type="dxa"/>
          </w:tcPr>
          <w:p w:rsidR="004206F3" w:rsidRPr="009B797D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2250" w:type="dxa"/>
            <w:vAlign w:val="center"/>
          </w:tcPr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4-year college 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community/ technical college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career/ technical center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</w:t>
            </w:r>
          </w:p>
        </w:tc>
        <w:tc>
          <w:tcPr>
            <w:tcW w:w="2250" w:type="dxa"/>
            <w:noWrap/>
          </w:tcPr>
          <w:p w:rsidR="004206F3" w:rsidRPr="00797E2A" w:rsidRDefault="007F4FFA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7" w:name="Q534A2149"/>
            <w:bookmarkEnd w:id="97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2250" w:type="dxa"/>
            <w:noWrap/>
          </w:tcPr>
          <w:p w:rsidR="004206F3" w:rsidRPr="00797E2A" w:rsidRDefault="007F4FFA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8" w:name="Q535A2154"/>
            <w:bookmarkEnd w:id="98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2250" w:type="dxa"/>
            <w:noWrap/>
          </w:tcPr>
          <w:p w:rsidR="004206F3" w:rsidRPr="00797E2A" w:rsidRDefault="007F4FFA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9" w:name="Q536A2159"/>
            <w:bookmarkEnd w:id="99"/>
            <w:r>
              <w:rPr>
                <w:rFonts w:asciiTheme="majorHAnsi" w:hAnsiTheme="majorHAnsi"/>
              </w:rPr>
              <w:t>42.9%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</w:t>
            </w:r>
          </w:p>
        </w:tc>
        <w:tc>
          <w:tcPr>
            <w:tcW w:w="2250" w:type="dxa"/>
            <w:noWrap/>
          </w:tcPr>
          <w:p w:rsidR="004206F3" w:rsidRPr="00797E2A" w:rsidRDefault="007F4FFA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0" w:name="Q534A2148"/>
            <w:bookmarkEnd w:id="100"/>
            <w:r>
              <w:rPr>
                <w:rFonts w:asciiTheme="majorHAnsi" w:hAnsiTheme="majorHAnsi"/>
              </w:rPr>
              <w:t>47.6%</w:t>
            </w:r>
          </w:p>
        </w:tc>
        <w:tc>
          <w:tcPr>
            <w:tcW w:w="2250" w:type="dxa"/>
            <w:noWrap/>
          </w:tcPr>
          <w:p w:rsidR="004206F3" w:rsidRPr="00797E2A" w:rsidRDefault="007F4FFA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1" w:name="Q535A2153"/>
            <w:bookmarkEnd w:id="101"/>
            <w:r>
              <w:rPr>
                <w:rFonts w:asciiTheme="majorHAnsi" w:hAnsiTheme="majorHAnsi"/>
              </w:rPr>
              <w:t>52.4%</w:t>
            </w:r>
          </w:p>
        </w:tc>
        <w:tc>
          <w:tcPr>
            <w:tcW w:w="2250" w:type="dxa"/>
            <w:noWrap/>
          </w:tcPr>
          <w:p w:rsidR="004206F3" w:rsidRPr="00797E2A" w:rsidRDefault="007F4FFA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2" w:name="Q536A2158"/>
            <w:bookmarkEnd w:id="102"/>
            <w:r>
              <w:rPr>
                <w:rFonts w:asciiTheme="majorHAnsi" w:hAnsiTheme="majorHAnsi"/>
              </w:rPr>
              <w:t>42.9%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</w:tcPr>
          <w:p w:rsidR="004206F3" w:rsidRPr="00797E2A" w:rsidRDefault="007F4FFA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3" w:name="Q534A2147"/>
            <w:bookmarkEnd w:id="103"/>
            <w:r>
              <w:rPr>
                <w:rFonts w:asciiTheme="majorHAnsi" w:hAnsiTheme="majorHAnsi"/>
              </w:rPr>
              <w:t>19.0%</w:t>
            </w:r>
          </w:p>
        </w:tc>
        <w:tc>
          <w:tcPr>
            <w:tcW w:w="2250" w:type="dxa"/>
            <w:noWrap/>
          </w:tcPr>
          <w:p w:rsidR="004206F3" w:rsidRPr="00797E2A" w:rsidRDefault="007F4FFA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4" w:name="Q535A2152"/>
            <w:bookmarkEnd w:id="104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2250" w:type="dxa"/>
            <w:noWrap/>
          </w:tcPr>
          <w:p w:rsidR="004206F3" w:rsidRPr="00797E2A" w:rsidRDefault="007F4FFA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5" w:name="Q536A2157"/>
            <w:bookmarkEnd w:id="105"/>
            <w:r>
              <w:rPr>
                <w:rFonts w:asciiTheme="majorHAnsi" w:hAnsiTheme="majorHAnsi"/>
              </w:rPr>
              <w:t>9.5%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 Not</w:t>
            </w:r>
          </w:p>
        </w:tc>
        <w:tc>
          <w:tcPr>
            <w:tcW w:w="2250" w:type="dxa"/>
            <w:noWrap/>
          </w:tcPr>
          <w:p w:rsidR="004206F3" w:rsidRPr="00797E2A" w:rsidRDefault="007F4FFA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6" w:name="Q534A2146"/>
            <w:bookmarkEnd w:id="106"/>
            <w:r>
              <w:rPr>
                <w:rFonts w:asciiTheme="majorHAnsi" w:hAnsiTheme="majorHAnsi"/>
              </w:rPr>
              <w:t>9.5%</w:t>
            </w:r>
          </w:p>
        </w:tc>
        <w:tc>
          <w:tcPr>
            <w:tcW w:w="2250" w:type="dxa"/>
            <w:noWrap/>
          </w:tcPr>
          <w:p w:rsidR="004206F3" w:rsidRPr="00797E2A" w:rsidRDefault="007F4FFA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7" w:name="Q535A2151"/>
            <w:bookmarkEnd w:id="107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7F4FFA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8" w:name="Q536A2156"/>
            <w:bookmarkEnd w:id="108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 Not</w:t>
            </w:r>
          </w:p>
        </w:tc>
        <w:tc>
          <w:tcPr>
            <w:tcW w:w="2250" w:type="dxa"/>
            <w:noWrap/>
          </w:tcPr>
          <w:p w:rsidR="004206F3" w:rsidRPr="00797E2A" w:rsidRDefault="007F4FFA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9" w:name="Q534A2145"/>
            <w:bookmarkEnd w:id="109"/>
            <w:r>
              <w:rPr>
                <w:rFonts w:asciiTheme="majorHAnsi" w:hAnsiTheme="majorHAnsi"/>
              </w:rPr>
              <w:t>4.8%</w:t>
            </w:r>
          </w:p>
        </w:tc>
        <w:tc>
          <w:tcPr>
            <w:tcW w:w="2250" w:type="dxa"/>
            <w:noWrap/>
          </w:tcPr>
          <w:p w:rsidR="004206F3" w:rsidRPr="00797E2A" w:rsidRDefault="007F4FFA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0" w:name="Q535A2150"/>
            <w:bookmarkEnd w:id="110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7F4FFA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1" w:name="Q536A2155"/>
            <w:bookmarkEnd w:id="111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 Re</w:t>
            </w: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s</w:t>
            </w: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ponse</w:t>
            </w:r>
          </w:p>
        </w:tc>
        <w:tc>
          <w:tcPr>
            <w:tcW w:w="2250" w:type="dxa"/>
            <w:noWrap/>
          </w:tcPr>
          <w:p w:rsidR="004206F3" w:rsidRPr="00797E2A" w:rsidRDefault="007F4FFA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2" w:name="Q534A2145NR"/>
            <w:bookmarkEnd w:id="112"/>
            <w:r>
              <w:rPr>
                <w:rFonts w:asciiTheme="majorHAnsi" w:hAnsiTheme="majorHAnsi"/>
              </w:rPr>
              <w:t>4.8%</w:t>
            </w:r>
          </w:p>
        </w:tc>
        <w:tc>
          <w:tcPr>
            <w:tcW w:w="2250" w:type="dxa"/>
            <w:noWrap/>
          </w:tcPr>
          <w:p w:rsidR="004206F3" w:rsidRPr="00797E2A" w:rsidRDefault="007F4FFA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3" w:name="Q535A2150NR"/>
            <w:bookmarkEnd w:id="113"/>
            <w:r>
              <w:rPr>
                <w:rFonts w:asciiTheme="majorHAnsi" w:hAnsiTheme="majorHAnsi"/>
              </w:rPr>
              <w:t>4.8%</w:t>
            </w:r>
          </w:p>
        </w:tc>
        <w:tc>
          <w:tcPr>
            <w:tcW w:w="2250" w:type="dxa"/>
            <w:noWrap/>
          </w:tcPr>
          <w:p w:rsidR="004206F3" w:rsidRPr="00797E2A" w:rsidRDefault="007F4FFA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4" w:name="Q536A2155NR"/>
            <w:bookmarkEnd w:id="114"/>
            <w:r>
              <w:rPr>
                <w:rFonts w:asciiTheme="majorHAnsi" w:hAnsiTheme="majorHAnsi"/>
              </w:rPr>
              <w:t>4.8%</w:t>
            </w:r>
          </w:p>
        </w:tc>
      </w:tr>
    </w:tbl>
    <w:p w:rsidR="00127EB0" w:rsidRPr="000B28B6" w:rsidRDefault="00127EB0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0A7A9B" w:rsidRPr="003D6F3C" w:rsidRDefault="009B797D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450"/>
        <w:mirrorIndents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 xml:space="preserve">On average, how </w:t>
      </w:r>
      <w:r w:rsidR="000A7A9B" w:rsidRPr="003D6F3C">
        <w:rPr>
          <w:rFonts w:asciiTheme="majorHAnsi" w:hAnsiTheme="majorHAnsi" w:cs="Times New Roman"/>
          <w:b/>
        </w:rPr>
        <w:t xml:space="preserve">much do you think it costs for one year of in-state </w:t>
      </w:r>
      <w:r>
        <w:rPr>
          <w:rFonts w:asciiTheme="majorHAnsi" w:hAnsiTheme="majorHAnsi" w:cs="Times New Roman"/>
          <w:b/>
          <w:u w:val="single"/>
        </w:rPr>
        <w:t>tuition</w:t>
      </w:r>
      <w:r w:rsidR="000A7A9B" w:rsidRPr="003D6F3C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4041" w:type="pct"/>
        <w:tblLayout w:type="fixed"/>
        <w:tblLook w:val="04A0" w:firstRow="1" w:lastRow="0" w:firstColumn="1" w:lastColumn="0" w:noHBand="0" w:noVBand="1"/>
      </w:tblPr>
      <w:tblGrid>
        <w:gridCol w:w="3595"/>
        <w:gridCol w:w="1891"/>
        <w:gridCol w:w="207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79" w:type="pct"/>
            <w:noWrap/>
            <w:hideMark/>
          </w:tcPr>
          <w:p w:rsidR="003D6F3C" w:rsidRPr="009B797D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</w:rPr>
              <w:t> </w:t>
            </w:r>
          </w:p>
        </w:tc>
        <w:tc>
          <w:tcPr>
            <w:tcW w:w="1251" w:type="pct"/>
          </w:tcPr>
          <w:p w:rsidR="008B42CE" w:rsidRDefault="009B797D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4-Year Public </w:t>
            </w:r>
            <w:r w:rsidR="003D6F3C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College </w:t>
            </w:r>
          </w:p>
          <w:p w:rsidR="003D6F3C" w:rsidRPr="008B42CE" w:rsidRDefault="003D6F3C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  <w:tc>
          <w:tcPr>
            <w:tcW w:w="1370" w:type="pct"/>
          </w:tcPr>
          <w:p w:rsid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Public </w:t>
            </w:r>
            <w:r w:rsidR="009B797D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Community</w:t>
            </w:r>
            <w:r w:rsid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 or </w:t>
            </w: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Technical College </w:t>
            </w:r>
          </w:p>
          <w:p w:rsidR="003D6F3C" w:rsidRP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</w:tr>
      <w:tr w:rsidR="003D6F3C" w:rsidRPr="000B28B6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$4000</w:t>
            </w:r>
          </w:p>
        </w:tc>
        <w:tc>
          <w:tcPr>
            <w:tcW w:w="1251" w:type="pct"/>
          </w:tcPr>
          <w:p w:rsidR="003D6F3C" w:rsidRPr="00797E2A" w:rsidRDefault="007F4FF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5" w:name="Q562A2304"/>
            <w:bookmarkEnd w:id="115"/>
            <w:r>
              <w:rPr>
                <w:rFonts w:asciiTheme="majorHAnsi" w:hAnsiTheme="majorHAnsi"/>
              </w:rPr>
              <w:t>4.8%</w:t>
            </w:r>
          </w:p>
        </w:tc>
        <w:tc>
          <w:tcPr>
            <w:tcW w:w="1370" w:type="pct"/>
            <w:shd w:val="clear" w:color="auto" w:fill="C5E0B3" w:themeFill="accent6" w:themeFillTint="66"/>
          </w:tcPr>
          <w:p w:rsidR="003D6F3C" w:rsidRPr="00797E2A" w:rsidRDefault="007F4FF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6" w:name="Q563A2311"/>
            <w:bookmarkEnd w:id="116"/>
            <w:r>
              <w:rPr>
                <w:rFonts w:asciiTheme="majorHAnsi" w:hAnsiTheme="majorHAnsi"/>
              </w:rPr>
              <w:t>23.8%</w:t>
            </w:r>
          </w:p>
        </w:tc>
      </w:tr>
      <w:tr w:rsidR="003D6F3C" w:rsidRPr="000B28B6" w:rsidTr="00F4018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$4001 - $8000</w:t>
            </w:r>
          </w:p>
        </w:tc>
        <w:tc>
          <w:tcPr>
            <w:tcW w:w="1251" w:type="pct"/>
            <w:shd w:val="clear" w:color="auto" w:fill="C5E0B3" w:themeFill="accent6" w:themeFillTint="66"/>
          </w:tcPr>
          <w:p w:rsidR="003D6F3C" w:rsidRPr="00797E2A" w:rsidRDefault="007F4FF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7" w:name="Q562A2305"/>
            <w:bookmarkEnd w:id="117"/>
            <w:r>
              <w:rPr>
                <w:rFonts w:asciiTheme="majorHAnsi" w:hAnsiTheme="majorHAnsi"/>
              </w:rPr>
              <w:t>19.0%</w:t>
            </w:r>
          </w:p>
        </w:tc>
        <w:tc>
          <w:tcPr>
            <w:tcW w:w="1370" w:type="pct"/>
          </w:tcPr>
          <w:p w:rsidR="003D6F3C" w:rsidRPr="00797E2A" w:rsidRDefault="007F4FF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8" w:name="Q563A2312"/>
            <w:bookmarkEnd w:id="118"/>
            <w:r>
              <w:rPr>
                <w:rFonts w:asciiTheme="majorHAnsi" w:hAnsiTheme="majorHAnsi"/>
              </w:rPr>
              <w:t>23.8%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$8001 - $11000</w:t>
            </w:r>
          </w:p>
        </w:tc>
        <w:tc>
          <w:tcPr>
            <w:tcW w:w="1251" w:type="pct"/>
          </w:tcPr>
          <w:p w:rsidR="003D6F3C" w:rsidRPr="00797E2A" w:rsidRDefault="007F4FF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9" w:name="Q562A2306"/>
            <w:bookmarkEnd w:id="119"/>
            <w:r>
              <w:rPr>
                <w:rFonts w:asciiTheme="majorHAnsi" w:hAnsiTheme="majorHAnsi"/>
              </w:rPr>
              <w:t>23.8%</w:t>
            </w:r>
          </w:p>
        </w:tc>
        <w:tc>
          <w:tcPr>
            <w:tcW w:w="1370" w:type="pct"/>
          </w:tcPr>
          <w:p w:rsidR="003D6F3C" w:rsidRPr="00797E2A" w:rsidRDefault="007F4FF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0" w:name="Q563A2313"/>
            <w:bookmarkEnd w:id="120"/>
            <w:r>
              <w:rPr>
                <w:rFonts w:asciiTheme="majorHAnsi" w:hAnsiTheme="majorHAnsi"/>
              </w:rPr>
              <w:t>14.3%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$11001 - $16000</w:t>
            </w:r>
          </w:p>
        </w:tc>
        <w:tc>
          <w:tcPr>
            <w:tcW w:w="1251" w:type="pct"/>
          </w:tcPr>
          <w:p w:rsidR="003D6F3C" w:rsidRPr="00797E2A" w:rsidRDefault="007F4FF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1" w:name="Q562A2307"/>
            <w:bookmarkEnd w:id="121"/>
            <w:r>
              <w:rPr>
                <w:rFonts w:asciiTheme="majorHAnsi" w:hAnsiTheme="majorHAnsi"/>
              </w:rPr>
              <w:t>4.8%</w:t>
            </w:r>
          </w:p>
        </w:tc>
        <w:tc>
          <w:tcPr>
            <w:tcW w:w="1370" w:type="pct"/>
          </w:tcPr>
          <w:p w:rsidR="003D6F3C" w:rsidRPr="00797E2A" w:rsidRDefault="007F4FF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2" w:name="Q563A2314"/>
            <w:bookmarkEnd w:id="122"/>
            <w:r>
              <w:rPr>
                <w:rFonts w:asciiTheme="majorHAnsi" w:hAnsiTheme="majorHAnsi"/>
              </w:rPr>
              <w:t>14.3%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$16001 - $21000</w:t>
            </w:r>
          </w:p>
        </w:tc>
        <w:tc>
          <w:tcPr>
            <w:tcW w:w="1251" w:type="pct"/>
          </w:tcPr>
          <w:p w:rsidR="003D6F3C" w:rsidRPr="00797E2A" w:rsidRDefault="007F4FF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3" w:name="Q562A2308"/>
            <w:bookmarkEnd w:id="123"/>
            <w:r>
              <w:rPr>
                <w:rFonts w:asciiTheme="majorHAnsi" w:hAnsiTheme="majorHAnsi"/>
              </w:rPr>
              <w:t>23.8%</w:t>
            </w:r>
          </w:p>
        </w:tc>
        <w:tc>
          <w:tcPr>
            <w:tcW w:w="1370" w:type="pct"/>
          </w:tcPr>
          <w:p w:rsidR="003D6F3C" w:rsidRPr="00797E2A" w:rsidRDefault="007F4FF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4" w:name="Q563A2315"/>
            <w:bookmarkEnd w:id="124"/>
            <w:r>
              <w:rPr>
                <w:rFonts w:asciiTheme="majorHAnsi" w:hAnsiTheme="majorHAnsi"/>
              </w:rPr>
              <w:t>4.8%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$21001 - $26000</w:t>
            </w:r>
          </w:p>
        </w:tc>
        <w:tc>
          <w:tcPr>
            <w:tcW w:w="1251" w:type="pct"/>
          </w:tcPr>
          <w:p w:rsidR="003D6F3C" w:rsidRPr="00797E2A" w:rsidRDefault="007F4FF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5" w:name="Q562A2309"/>
            <w:bookmarkEnd w:id="125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370" w:type="pct"/>
          </w:tcPr>
          <w:p w:rsidR="003D6F3C" w:rsidRPr="00797E2A" w:rsidRDefault="007F4FF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6" w:name="Q563A2316"/>
            <w:bookmarkEnd w:id="126"/>
            <w:r>
              <w:rPr>
                <w:rFonts w:asciiTheme="majorHAnsi" w:hAnsiTheme="majorHAnsi"/>
              </w:rPr>
              <w:t>9.5%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&gt;$26000</w:t>
            </w:r>
          </w:p>
        </w:tc>
        <w:tc>
          <w:tcPr>
            <w:tcW w:w="1251" w:type="pct"/>
          </w:tcPr>
          <w:p w:rsidR="003D6F3C" w:rsidRPr="00797E2A" w:rsidRDefault="007F4FF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7" w:name="Q562A2310"/>
            <w:bookmarkEnd w:id="127"/>
            <w:r>
              <w:rPr>
                <w:rFonts w:asciiTheme="majorHAnsi" w:hAnsiTheme="majorHAnsi"/>
              </w:rPr>
              <w:t>19.0%</w:t>
            </w:r>
          </w:p>
        </w:tc>
        <w:tc>
          <w:tcPr>
            <w:tcW w:w="1370" w:type="pct"/>
          </w:tcPr>
          <w:p w:rsidR="003D6F3C" w:rsidRPr="00797E2A" w:rsidRDefault="007F4FF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8" w:name="Q563A2317"/>
            <w:bookmarkEnd w:id="128"/>
            <w:r>
              <w:rPr>
                <w:rFonts w:asciiTheme="majorHAnsi" w:hAnsiTheme="majorHAnsi"/>
              </w:rPr>
              <w:t>4.8%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 R</w:t>
            </w: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esponse</w:t>
            </w:r>
          </w:p>
        </w:tc>
        <w:tc>
          <w:tcPr>
            <w:tcW w:w="1251" w:type="pct"/>
          </w:tcPr>
          <w:p w:rsidR="003D6F3C" w:rsidRPr="00797E2A" w:rsidRDefault="007F4FF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9" w:name="Q562A2304NR"/>
            <w:bookmarkEnd w:id="129"/>
            <w:r>
              <w:rPr>
                <w:rFonts w:asciiTheme="majorHAnsi" w:hAnsiTheme="majorHAnsi"/>
              </w:rPr>
              <w:t>4.8%</w:t>
            </w:r>
          </w:p>
        </w:tc>
        <w:tc>
          <w:tcPr>
            <w:tcW w:w="1370" w:type="pct"/>
          </w:tcPr>
          <w:p w:rsidR="003D6F3C" w:rsidRPr="00797E2A" w:rsidRDefault="007F4FF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0" w:name="Q563A2311NR"/>
            <w:bookmarkEnd w:id="130"/>
            <w:r>
              <w:rPr>
                <w:rFonts w:asciiTheme="majorHAnsi" w:hAnsiTheme="majorHAnsi"/>
              </w:rPr>
              <w:t>4.8%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0A7A9B" w:rsidRDefault="000A7A9B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topics?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00"/>
        <w:gridCol w:w="1024"/>
        <w:gridCol w:w="1406"/>
      </w:tblGrid>
      <w:tr w:rsidR="004206F3" w:rsidRPr="009B797D" w:rsidTr="00420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Moderately (%)</w:t>
            </w:r>
          </w:p>
        </w:tc>
        <w:tc>
          <w:tcPr>
            <w:tcW w:w="90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Slightly </w:t>
            </w:r>
          </w:p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024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Not at All (%)</w:t>
            </w:r>
          </w:p>
        </w:tc>
        <w:tc>
          <w:tcPr>
            <w:tcW w:w="1406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0B28B6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1" w:name="Q522A2100"/>
            <w:bookmarkEnd w:id="131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2" w:name="Q522A2099"/>
            <w:bookmarkEnd w:id="132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3" w:name="Q522A2098"/>
            <w:bookmarkEnd w:id="133"/>
            <w:r>
              <w:rPr>
                <w:rFonts w:asciiTheme="majorHAnsi" w:hAnsiTheme="majorHAnsi"/>
              </w:rPr>
              <w:t>19.0%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4" w:name="Q522A2097"/>
            <w:bookmarkEnd w:id="134"/>
            <w:r>
              <w:rPr>
                <w:rFonts w:asciiTheme="majorHAnsi" w:hAnsiTheme="majorHAnsi"/>
              </w:rPr>
              <w:t>23.8%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5" w:name="Q522A2097NR"/>
            <w:bookmarkEnd w:id="13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6" w:name="Q523A2104"/>
            <w:bookmarkEnd w:id="13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7" w:name="Q523A2103"/>
            <w:bookmarkEnd w:id="137"/>
            <w:r>
              <w:rPr>
                <w:rFonts w:asciiTheme="majorHAnsi" w:hAnsiTheme="majorHAnsi"/>
              </w:rPr>
              <w:t>23.8%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8" w:name="Q523A2102"/>
            <w:bookmarkEnd w:id="138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9" w:name="Q523A2101"/>
            <w:bookmarkEnd w:id="139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0" w:name="Q523A2101NR"/>
            <w:bookmarkEnd w:id="14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ACT/SAT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1" w:name="Q524A2108"/>
            <w:bookmarkEnd w:id="141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2" w:name="Q524A2107"/>
            <w:bookmarkEnd w:id="142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3" w:name="Q524A2106"/>
            <w:bookmarkEnd w:id="143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4" w:name="Q524A2105"/>
            <w:bookmarkEnd w:id="144"/>
            <w:r>
              <w:rPr>
                <w:rFonts w:asciiTheme="majorHAnsi" w:hAnsiTheme="majorHAnsi"/>
              </w:rPr>
              <w:t>4.8%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5" w:name="Q524A2105NR"/>
            <w:bookmarkEnd w:id="14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6" w:name="Q525A2112"/>
            <w:bookmarkEnd w:id="146"/>
            <w:r>
              <w:rPr>
                <w:rFonts w:asciiTheme="majorHAnsi" w:hAnsiTheme="majorHAnsi"/>
              </w:rPr>
              <w:t>9.5%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7" w:name="Q525A2111"/>
            <w:bookmarkEnd w:id="147"/>
            <w:r>
              <w:rPr>
                <w:rFonts w:asciiTheme="majorHAnsi" w:hAnsiTheme="majorHAnsi"/>
              </w:rPr>
              <w:t>23.8%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8" w:name="Q525A2110"/>
            <w:bookmarkEnd w:id="148"/>
            <w:r>
              <w:rPr>
                <w:rFonts w:asciiTheme="majorHAnsi" w:hAnsiTheme="majorHAnsi"/>
              </w:rPr>
              <w:t>23.8%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9" w:name="Q525A2109"/>
            <w:bookmarkEnd w:id="149"/>
            <w:r>
              <w:rPr>
                <w:rFonts w:asciiTheme="majorHAnsi" w:hAnsiTheme="majorHAnsi"/>
              </w:rPr>
              <w:t>38.1%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0" w:name="Q525A2109NR"/>
            <w:bookmarkEnd w:id="150"/>
            <w:r>
              <w:rPr>
                <w:rFonts w:asciiTheme="majorHAnsi" w:hAnsiTheme="majorHAnsi"/>
              </w:rPr>
              <w:t>4.8%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1" w:name="Q526A2116"/>
            <w:bookmarkEnd w:id="151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2" w:name="Q526A2115"/>
            <w:bookmarkEnd w:id="152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3" w:name="Q526A2114"/>
            <w:bookmarkEnd w:id="153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4" w:name="Q526A2113"/>
            <w:bookmarkEnd w:id="154"/>
            <w:r>
              <w:rPr>
                <w:rFonts w:asciiTheme="majorHAnsi" w:hAnsiTheme="majorHAnsi"/>
              </w:rPr>
              <w:t>23.8%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5" w:name="Q526A2113NR"/>
            <w:bookmarkEnd w:id="155"/>
            <w:r>
              <w:rPr>
                <w:rFonts w:asciiTheme="majorHAnsi" w:hAnsiTheme="majorHAnsi"/>
              </w:rPr>
              <w:t>4.8%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6" w:name="Q527A2120"/>
            <w:bookmarkEnd w:id="156"/>
            <w:r>
              <w:rPr>
                <w:rFonts w:asciiTheme="majorHAnsi" w:hAnsiTheme="majorHAnsi"/>
              </w:rPr>
              <w:t>23.8%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7" w:name="Q527A2119"/>
            <w:bookmarkEnd w:id="157"/>
            <w:r>
              <w:rPr>
                <w:rFonts w:asciiTheme="majorHAnsi" w:hAnsiTheme="majorHAnsi"/>
              </w:rPr>
              <w:t>23.8%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8" w:name="Q527A2118"/>
            <w:bookmarkEnd w:id="158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9" w:name="Q527A2117"/>
            <w:bookmarkEnd w:id="159"/>
            <w:r>
              <w:rPr>
                <w:rFonts w:asciiTheme="majorHAnsi" w:hAnsiTheme="majorHAnsi"/>
              </w:rPr>
              <w:t>19.0%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0" w:name="Q527A2117NR"/>
            <w:bookmarkEnd w:id="16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1" w:name="Q528A2124"/>
            <w:bookmarkEnd w:id="161"/>
            <w:r>
              <w:rPr>
                <w:rFonts w:asciiTheme="majorHAnsi" w:hAnsiTheme="majorHAnsi"/>
              </w:rPr>
              <w:t>9.5%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2" w:name="Q528A2123"/>
            <w:bookmarkEnd w:id="162"/>
            <w:r>
              <w:rPr>
                <w:rFonts w:asciiTheme="majorHAnsi" w:hAnsiTheme="majorHAnsi"/>
              </w:rPr>
              <w:t>23.8%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3" w:name="Q528A2122"/>
            <w:bookmarkEnd w:id="163"/>
            <w:r>
              <w:rPr>
                <w:rFonts w:asciiTheme="majorHAnsi" w:hAnsiTheme="majorHAnsi"/>
              </w:rPr>
              <w:t>23.8%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4" w:name="Q528A2121"/>
            <w:bookmarkEnd w:id="164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5" w:name="Q528A2121NR"/>
            <w:bookmarkEnd w:id="16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6" w:name="Q529A2128"/>
            <w:bookmarkEnd w:id="166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7" w:name="Q529A2127"/>
            <w:bookmarkEnd w:id="167"/>
            <w:r>
              <w:rPr>
                <w:rFonts w:asciiTheme="majorHAnsi" w:hAnsiTheme="majorHAnsi"/>
              </w:rPr>
              <w:t>47.6%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8" w:name="Q529A2126"/>
            <w:bookmarkEnd w:id="168"/>
            <w:r>
              <w:rPr>
                <w:rFonts w:asciiTheme="majorHAnsi" w:hAnsiTheme="majorHAnsi"/>
              </w:rPr>
              <w:t>19.0%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9" w:name="Q529A2125"/>
            <w:bookmarkEnd w:id="169"/>
            <w:r>
              <w:rPr>
                <w:rFonts w:asciiTheme="majorHAnsi" w:hAnsiTheme="majorHAnsi"/>
              </w:rPr>
              <w:t>19.0%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0" w:name="Q529A2125NR"/>
            <w:bookmarkEnd w:id="17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1" w:name="Q530A2132"/>
            <w:bookmarkEnd w:id="171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2" w:name="Q530A2131"/>
            <w:bookmarkEnd w:id="172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3" w:name="Q530A2130"/>
            <w:bookmarkEnd w:id="173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4" w:name="Q530A2129"/>
            <w:bookmarkEnd w:id="174"/>
            <w:r>
              <w:rPr>
                <w:rFonts w:asciiTheme="majorHAnsi" w:hAnsiTheme="majorHAnsi"/>
              </w:rPr>
              <w:t>23.8%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5" w:name="Q530A2129NR"/>
            <w:bookmarkEnd w:id="175"/>
            <w:r>
              <w:rPr>
                <w:rFonts w:asciiTheme="majorHAnsi" w:hAnsiTheme="majorHAnsi"/>
              </w:rPr>
              <w:t>4.8%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6" w:name="Q531A2136"/>
            <w:bookmarkEnd w:id="176"/>
            <w:r>
              <w:rPr>
                <w:rFonts w:asciiTheme="majorHAnsi" w:hAnsiTheme="majorHAnsi"/>
              </w:rPr>
              <w:t>52.4%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7" w:name="Q531A2135"/>
            <w:bookmarkEnd w:id="177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8" w:name="Q531A2134"/>
            <w:bookmarkEnd w:id="178"/>
            <w:r>
              <w:rPr>
                <w:rFonts w:asciiTheme="majorHAnsi" w:hAnsiTheme="majorHAnsi"/>
              </w:rPr>
              <w:t>4.8%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9" w:name="Q531A2133"/>
            <w:bookmarkEnd w:id="17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0" w:name="Q531A2133NR"/>
            <w:bookmarkEnd w:id="18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1" w:name="Q532A2140"/>
            <w:bookmarkEnd w:id="181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2" w:name="Q532A2139"/>
            <w:bookmarkEnd w:id="182"/>
            <w:r>
              <w:rPr>
                <w:rFonts w:asciiTheme="majorHAnsi" w:hAnsiTheme="majorHAnsi"/>
              </w:rPr>
              <w:t>38.1%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3" w:name="Q532A2138"/>
            <w:bookmarkEnd w:id="183"/>
            <w:r>
              <w:rPr>
                <w:rFonts w:asciiTheme="majorHAnsi" w:hAnsiTheme="majorHAnsi"/>
              </w:rPr>
              <w:t>9.5%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4" w:name="Q532A2137"/>
            <w:bookmarkEnd w:id="184"/>
            <w:r>
              <w:rPr>
                <w:rFonts w:asciiTheme="majorHAnsi" w:hAnsiTheme="majorHAnsi"/>
              </w:rPr>
              <w:t>9.5%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7F4FF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5" w:name="Q532A2137NR"/>
            <w:bookmarkEnd w:id="185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3D6F3C" w:rsidRDefault="003D6F3C" w:rsidP="00AE5B13">
      <w:pPr>
        <w:pStyle w:val="ListParagraph"/>
        <w:numPr>
          <w:ilvl w:val="0"/>
          <w:numId w:val="9"/>
        </w:numPr>
        <w:spacing w:after="0"/>
        <w:ind w:left="360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How much money per academic Year do you think you</w:t>
      </w:r>
      <w:r>
        <w:rPr>
          <w:rFonts w:asciiTheme="majorHAnsi" w:hAnsiTheme="majorHAnsi" w:cs="Times New Roman"/>
          <w:b/>
        </w:rPr>
        <w:t>r</w:t>
      </w:r>
      <w:r w:rsidRPr="003D6F3C">
        <w:rPr>
          <w:rFonts w:asciiTheme="majorHAnsi" w:hAnsiTheme="majorHAnsi" w:cs="Times New Roman"/>
          <w:b/>
        </w:rPr>
        <w:t xml:space="preserve"> </w:t>
      </w:r>
      <w:r>
        <w:rPr>
          <w:rFonts w:asciiTheme="majorHAnsi" w:hAnsiTheme="majorHAnsi" w:cs="Times New Roman"/>
          <w:b/>
        </w:rPr>
        <w:t xml:space="preserve">child </w:t>
      </w:r>
      <w:r w:rsidRPr="003D6F3C">
        <w:rPr>
          <w:rFonts w:asciiTheme="majorHAnsi" w:hAnsiTheme="majorHAnsi" w:cs="Times New Roman"/>
          <w:b/>
        </w:rPr>
        <w:t xml:space="preserve">can get if </w:t>
      </w:r>
      <w:r>
        <w:rPr>
          <w:rFonts w:asciiTheme="majorHAnsi" w:hAnsiTheme="majorHAnsi" w:cs="Times New Roman"/>
          <w:b/>
        </w:rPr>
        <w:t>he or she qualifies</w:t>
      </w:r>
      <w:r w:rsidRPr="003D6F3C">
        <w:rPr>
          <w:rFonts w:asciiTheme="majorHAnsi" w:hAnsiTheme="majorHAnsi" w:cs="Times New Roman"/>
          <w:b/>
        </w:rPr>
        <w:t xml:space="preserve">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980"/>
        <w:gridCol w:w="1980"/>
        <w:gridCol w:w="1800"/>
      </w:tblGrid>
      <w:tr w:rsidR="00C3000D" w:rsidRPr="00C3000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Federal Pell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WV</w:t>
            </w:r>
            <w:r w:rsidRPr="00C3000D">
              <w:rPr>
                <w:rFonts w:asciiTheme="majorHAnsi" w:eastAsia="Times New Roman" w:hAnsiTheme="majorHAnsi" w:cs="Times New Roman"/>
                <w:color w:val="auto"/>
              </w:rPr>
              <w:t xml:space="preserve"> Higher Education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80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PROMISE Scholarship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Up to $1,000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F4FFA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6" w:name="Q603A2610"/>
            <w:bookmarkEnd w:id="186"/>
            <w:r>
              <w:rPr>
                <w:rFonts w:asciiTheme="majorHAnsi" w:eastAsia="Times New Roman" w:hAnsiTheme="majorHAnsi" w:cs="Times New Roman"/>
              </w:rPr>
              <w:t>9.5%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F4FFA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7" w:name="Q604A2617"/>
            <w:bookmarkEnd w:id="187"/>
            <w:r>
              <w:rPr>
                <w:rFonts w:asciiTheme="majorHAnsi" w:eastAsia="Times New Roman" w:hAnsiTheme="majorHAnsi" w:cs="Times New Roman"/>
              </w:rPr>
              <w:t>23.8%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7F4FFA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8" w:name="Q605A2624"/>
            <w:bookmarkEnd w:id="188"/>
            <w:r>
              <w:rPr>
                <w:rFonts w:asciiTheme="majorHAnsi" w:eastAsia="Times New Roman" w:hAnsiTheme="majorHAnsi" w:cs="Times New Roman"/>
              </w:rPr>
              <w:t>14.3%</w:t>
            </w:r>
          </w:p>
        </w:tc>
      </w:tr>
      <w:tr w:rsidR="00C3000D" w:rsidRPr="00C3000D" w:rsidTr="00C3000D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$1,001- $2000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F4FFA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9" w:name="Q603A2611"/>
            <w:bookmarkEnd w:id="189"/>
            <w:r>
              <w:rPr>
                <w:rFonts w:asciiTheme="majorHAnsi" w:eastAsia="Times New Roman" w:hAnsiTheme="majorHAnsi" w:cs="Times New Roman"/>
              </w:rPr>
              <w:t>4.8%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F4FFA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0" w:name="Q604A2618"/>
            <w:bookmarkEnd w:id="190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7F4FFA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1" w:name="Q605A2625"/>
            <w:bookmarkEnd w:id="191"/>
            <w:r>
              <w:rPr>
                <w:rFonts w:asciiTheme="majorHAnsi" w:eastAsia="Times New Roman" w:hAnsiTheme="majorHAnsi" w:cs="Times New Roman"/>
              </w:rPr>
              <w:t>28.6%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$2,001-$3,000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F4FFA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2" w:name="Q603A2612"/>
            <w:bookmarkEnd w:id="192"/>
            <w:r>
              <w:rPr>
                <w:rFonts w:asciiTheme="majorHAnsi" w:eastAsia="Times New Roman" w:hAnsiTheme="majorHAnsi" w:cs="Times New Roman"/>
              </w:rPr>
              <w:t>42.9%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7F4FFA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3" w:name="Q604A2619"/>
            <w:bookmarkEnd w:id="193"/>
            <w:r>
              <w:rPr>
                <w:rFonts w:asciiTheme="majorHAnsi" w:eastAsia="Times New Roman" w:hAnsiTheme="majorHAnsi" w:cs="Times New Roman"/>
              </w:rPr>
              <w:t>38.1%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7F4FFA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4" w:name="Q605A2626"/>
            <w:bookmarkEnd w:id="194"/>
            <w:r>
              <w:rPr>
                <w:rFonts w:asciiTheme="majorHAnsi" w:eastAsia="Times New Roman" w:hAnsiTheme="majorHAnsi" w:cs="Times New Roman"/>
              </w:rPr>
              <w:t>4.8%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$3,001-$4,000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F4FFA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5" w:name="Q603A2613"/>
            <w:bookmarkEnd w:id="195"/>
            <w:r>
              <w:rPr>
                <w:rFonts w:asciiTheme="majorHAnsi" w:eastAsia="Times New Roman" w:hAnsiTheme="majorHAnsi" w:cs="Times New Roman"/>
              </w:rPr>
              <w:t>9.5%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F4FFA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6" w:name="Q604A2620"/>
            <w:bookmarkEnd w:id="196"/>
            <w:r>
              <w:rPr>
                <w:rFonts w:asciiTheme="majorHAnsi" w:eastAsia="Times New Roman" w:hAnsiTheme="majorHAnsi" w:cs="Times New Roman"/>
              </w:rPr>
              <w:t>14.3%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7F4FFA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7" w:name="Q605A2627"/>
            <w:bookmarkEnd w:id="197"/>
            <w:r>
              <w:rPr>
                <w:rFonts w:asciiTheme="majorHAnsi" w:eastAsia="Times New Roman" w:hAnsiTheme="majorHAnsi" w:cs="Times New Roman"/>
              </w:rPr>
              <w:t>23.8%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$4,001-$5,000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F4FFA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8" w:name="Q603A2614"/>
            <w:bookmarkEnd w:id="198"/>
            <w:r>
              <w:rPr>
                <w:rFonts w:asciiTheme="majorHAnsi" w:eastAsia="Times New Roman" w:hAnsiTheme="majorHAnsi" w:cs="Times New Roman"/>
              </w:rPr>
              <w:t>23.8%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F4FFA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9" w:name="Q604A2621"/>
            <w:bookmarkEnd w:id="199"/>
            <w:r>
              <w:rPr>
                <w:rFonts w:asciiTheme="majorHAnsi" w:eastAsia="Times New Roman" w:hAnsiTheme="majorHAnsi" w:cs="Times New Roman"/>
              </w:rPr>
              <w:t>14.3%</w:t>
            </w:r>
          </w:p>
        </w:tc>
        <w:tc>
          <w:tcPr>
            <w:tcW w:w="180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7F4FFA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0" w:name="Q605A2628"/>
            <w:bookmarkEnd w:id="200"/>
            <w:r>
              <w:rPr>
                <w:rFonts w:asciiTheme="majorHAnsi" w:eastAsia="Times New Roman" w:hAnsiTheme="majorHAnsi" w:cs="Times New Roman"/>
              </w:rPr>
              <w:t>9.5%</w:t>
            </w:r>
          </w:p>
        </w:tc>
      </w:tr>
      <w:tr w:rsidR="00C3000D" w:rsidRPr="00C3000D" w:rsidTr="00F4018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$5,001-$6,000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7F4FFA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1" w:name="Q603A2615"/>
            <w:bookmarkEnd w:id="201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F4FFA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2" w:name="Q604A2622"/>
            <w:bookmarkEnd w:id="202"/>
            <w:r>
              <w:rPr>
                <w:rFonts w:asciiTheme="majorHAnsi" w:eastAsia="Times New Roman" w:hAnsiTheme="majorHAnsi" w:cs="Times New Roman"/>
              </w:rPr>
              <w:t>4.8%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7F4FFA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3" w:name="Q605A2629"/>
            <w:bookmarkEnd w:id="203"/>
            <w:r>
              <w:rPr>
                <w:rFonts w:asciiTheme="majorHAnsi" w:eastAsia="Times New Roman" w:hAnsiTheme="majorHAnsi" w:cs="Times New Roman"/>
              </w:rPr>
              <w:t>4.8%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$6,001-$7,000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F4FFA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4" w:name="Q603A2631"/>
            <w:bookmarkEnd w:id="204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F4FFA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5" w:name="Q604A2632"/>
            <w:bookmarkEnd w:id="205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7F4FFA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6" w:name="Q605A2633"/>
            <w:bookmarkEnd w:id="206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&gt;$7,000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F4FFA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</w:rPr>
            </w:pPr>
            <w:bookmarkStart w:id="207" w:name="Q603A2616"/>
            <w:bookmarkEnd w:id="207"/>
            <w:r>
              <w:rPr>
                <w:rFonts w:asciiTheme="majorHAnsi" w:eastAsia="Times New Roman" w:hAnsiTheme="majorHAnsi" w:cs="Times New Roman"/>
                <w:bCs/>
              </w:rPr>
              <w:t>4.8%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F4FFA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8" w:name="Q604A2623"/>
            <w:bookmarkEnd w:id="208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7F4FFA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9" w:name="Q605A2630"/>
            <w:bookmarkEnd w:id="209"/>
            <w:r>
              <w:rPr>
                <w:rFonts w:asciiTheme="majorHAnsi" w:eastAsia="Times New Roman" w:hAnsiTheme="majorHAnsi" w:cs="Times New Roman"/>
              </w:rPr>
              <w:t>4.8%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No Response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F4FFA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0" w:name="Q603A2610NR"/>
            <w:bookmarkEnd w:id="210"/>
            <w:r>
              <w:rPr>
                <w:rFonts w:asciiTheme="majorHAnsi" w:eastAsia="Times New Roman" w:hAnsiTheme="majorHAnsi" w:cs="Times New Roman"/>
              </w:rPr>
              <w:t>4.8%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F4FFA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1" w:name="Q604A2617NR"/>
            <w:bookmarkEnd w:id="211"/>
            <w:r>
              <w:rPr>
                <w:rFonts w:asciiTheme="majorHAnsi" w:eastAsia="Times New Roman" w:hAnsiTheme="majorHAnsi" w:cs="Times New Roman"/>
              </w:rPr>
              <w:t>4.8%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7F4FFA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2" w:name="Q605A2624NR"/>
            <w:bookmarkEnd w:id="212"/>
            <w:r>
              <w:rPr>
                <w:rFonts w:asciiTheme="majorHAnsi" w:eastAsia="Times New Roman" w:hAnsiTheme="majorHAnsi" w:cs="Times New Roman"/>
              </w:rPr>
              <w:t>9.5%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B1A08" w:rsidRPr="00C3000D" w:rsidRDefault="009B1A08" w:rsidP="00C3000D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important have the following resources, individuals, or tools been in gathering information about your child’s options for college?</w:t>
      </w:r>
    </w:p>
    <w:tbl>
      <w:tblPr>
        <w:tblStyle w:val="ListTable3-Accent2"/>
        <w:tblW w:w="9620" w:type="dxa"/>
        <w:tblLayout w:type="fixed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90"/>
        <w:gridCol w:w="1170"/>
        <w:gridCol w:w="1435"/>
      </w:tblGrid>
      <w:tr w:rsidR="00364F87" w:rsidRPr="00364F87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Moderately (%) </w:t>
            </w:r>
          </w:p>
        </w:tc>
        <w:tc>
          <w:tcPr>
            <w:tcW w:w="99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Slightly (%)</w:t>
            </w:r>
          </w:p>
        </w:tc>
        <w:tc>
          <w:tcPr>
            <w:tcW w:w="1170" w:type="dxa"/>
            <w:noWrap/>
          </w:tcPr>
          <w:p w:rsidR="009B1A08" w:rsidRDefault="009B1A08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>
              <w:rPr>
                <w:rFonts w:asciiTheme="majorHAnsi" w:hAnsiTheme="majorHAnsi"/>
                <w:color w:val="auto"/>
              </w:rPr>
              <w:t>Not at All</w:t>
            </w:r>
          </w:p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43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3" w:name="Q505A2032"/>
            <w:bookmarkEnd w:id="213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4" w:name="Q505A2031"/>
            <w:bookmarkEnd w:id="214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99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5" w:name="Q505A2030"/>
            <w:bookmarkEnd w:id="215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17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6" w:name="Q505A2029"/>
            <w:bookmarkEnd w:id="216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435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7" w:name="Q505A2029NR"/>
            <w:bookmarkEnd w:id="21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8" w:name="Q506A2036"/>
            <w:bookmarkEnd w:id="218"/>
            <w:r>
              <w:rPr>
                <w:rFonts w:asciiTheme="majorHAnsi" w:hAnsiTheme="majorHAnsi"/>
              </w:rPr>
              <w:t>9.5%</w:t>
            </w:r>
          </w:p>
        </w:tc>
        <w:tc>
          <w:tcPr>
            <w:tcW w:w="126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9" w:name="Q506A2035"/>
            <w:bookmarkEnd w:id="219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99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0" w:name="Q506A2034"/>
            <w:bookmarkEnd w:id="220"/>
            <w:r>
              <w:rPr>
                <w:rFonts w:asciiTheme="majorHAnsi" w:hAnsiTheme="majorHAnsi"/>
              </w:rPr>
              <w:t>19.0%</w:t>
            </w:r>
          </w:p>
        </w:tc>
        <w:tc>
          <w:tcPr>
            <w:tcW w:w="117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1" w:name="Q506A2033"/>
            <w:bookmarkEnd w:id="221"/>
            <w:r>
              <w:rPr>
                <w:rFonts w:asciiTheme="majorHAnsi" w:hAnsiTheme="majorHAnsi"/>
              </w:rPr>
              <w:t>38.1%</w:t>
            </w:r>
          </w:p>
        </w:tc>
        <w:tc>
          <w:tcPr>
            <w:tcW w:w="1435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2" w:name="Q506A2033NR"/>
            <w:bookmarkEnd w:id="22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3" w:name="Q507A2040"/>
            <w:bookmarkEnd w:id="223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4" w:name="Q507A2039"/>
            <w:bookmarkEnd w:id="224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99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5" w:name="Q507A2038"/>
            <w:bookmarkEnd w:id="225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17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6" w:name="Q507A2037"/>
            <w:bookmarkEnd w:id="226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435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7" w:name="Q507A2037NR"/>
            <w:bookmarkEnd w:id="22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8" w:name="Q508A2044"/>
            <w:bookmarkEnd w:id="228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9" w:name="Q508A2043"/>
            <w:bookmarkEnd w:id="229"/>
            <w:r>
              <w:rPr>
                <w:rFonts w:asciiTheme="majorHAnsi" w:hAnsiTheme="majorHAnsi"/>
              </w:rPr>
              <w:t>23.8%</w:t>
            </w:r>
          </w:p>
        </w:tc>
        <w:tc>
          <w:tcPr>
            <w:tcW w:w="99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0" w:name="Q508A2042"/>
            <w:bookmarkEnd w:id="230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17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1" w:name="Q508A2041"/>
            <w:bookmarkEnd w:id="231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435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2" w:name="Q508A2041NR"/>
            <w:bookmarkEnd w:id="232"/>
            <w:r>
              <w:rPr>
                <w:rFonts w:asciiTheme="majorHAnsi" w:hAnsiTheme="majorHAnsi"/>
              </w:rPr>
              <w:t>4.8%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3" w:name="Q509A2048"/>
            <w:bookmarkEnd w:id="233"/>
            <w:r>
              <w:rPr>
                <w:rFonts w:asciiTheme="majorHAnsi" w:hAnsiTheme="majorHAnsi"/>
              </w:rPr>
              <w:t>9.5%</w:t>
            </w:r>
          </w:p>
        </w:tc>
        <w:tc>
          <w:tcPr>
            <w:tcW w:w="126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4" w:name="Q509A2047"/>
            <w:bookmarkEnd w:id="234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99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5" w:name="Q509A2046"/>
            <w:bookmarkEnd w:id="235"/>
            <w:r>
              <w:rPr>
                <w:rFonts w:asciiTheme="majorHAnsi" w:hAnsiTheme="majorHAnsi"/>
              </w:rPr>
              <w:t>23.8%</w:t>
            </w:r>
          </w:p>
        </w:tc>
        <w:tc>
          <w:tcPr>
            <w:tcW w:w="117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6" w:name="Q509A2045"/>
            <w:bookmarkEnd w:id="236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435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7" w:name="Q509A2045NR"/>
            <w:bookmarkEnd w:id="23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8" w:name="Q510A2052"/>
            <w:bookmarkEnd w:id="238"/>
            <w:r>
              <w:rPr>
                <w:rFonts w:asciiTheme="majorHAnsi" w:hAnsiTheme="majorHAnsi"/>
              </w:rPr>
              <w:t>9.5%</w:t>
            </w:r>
          </w:p>
        </w:tc>
        <w:tc>
          <w:tcPr>
            <w:tcW w:w="126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9" w:name="Q510A2051"/>
            <w:bookmarkEnd w:id="239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99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0" w:name="Q510A2050"/>
            <w:bookmarkEnd w:id="240"/>
            <w:r>
              <w:rPr>
                <w:rFonts w:asciiTheme="majorHAnsi" w:hAnsiTheme="majorHAnsi"/>
              </w:rPr>
              <w:t>23.8%</w:t>
            </w:r>
          </w:p>
        </w:tc>
        <w:tc>
          <w:tcPr>
            <w:tcW w:w="117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1" w:name="Q510A2049"/>
            <w:bookmarkEnd w:id="241"/>
            <w:r>
              <w:rPr>
                <w:rFonts w:asciiTheme="majorHAnsi" w:hAnsiTheme="majorHAnsi"/>
              </w:rPr>
              <w:t>38.1%</w:t>
            </w:r>
          </w:p>
        </w:tc>
        <w:tc>
          <w:tcPr>
            <w:tcW w:w="1435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2" w:name="Q510A2049NR"/>
            <w:bookmarkEnd w:id="24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3" w:name="Q511A2056"/>
            <w:bookmarkEnd w:id="243"/>
            <w:r>
              <w:rPr>
                <w:rFonts w:asciiTheme="majorHAnsi" w:hAnsiTheme="majorHAnsi"/>
              </w:rPr>
              <w:t>9.5%</w:t>
            </w:r>
          </w:p>
        </w:tc>
        <w:tc>
          <w:tcPr>
            <w:tcW w:w="126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4" w:name="Q511A2055"/>
            <w:bookmarkEnd w:id="244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99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5" w:name="Q511A2054"/>
            <w:bookmarkEnd w:id="245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17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6" w:name="Q511A2053"/>
            <w:bookmarkEnd w:id="246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435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7" w:name="Q511A2053NR"/>
            <w:bookmarkEnd w:id="24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8" w:name="Q512A2060"/>
            <w:bookmarkEnd w:id="248"/>
            <w:r>
              <w:rPr>
                <w:rFonts w:asciiTheme="majorHAnsi" w:hAnsiTheme="majorHAnsi"/>
              </w:rPr>
              <w:t>9.5%</w:t>
            </w:r>
          </w:p>
        </w:tc>
        <w:tc>
          <w:tcPr>
            <w:tcW w:w="126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9" w:name="Q512A2059"/>
            <w:bookmarkEnd w:id="249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99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0" w:name="Q512A2058"/>
            <w:bookmarkEnd w:id="250"/>
            <w:r>
              <w:rPr>
                <w:rFonts w:asciiTheme="majorHAnsi" w:hAnsiTheme="majorHAnsi"/>
              </w:rPr>
              <w:t>23.8%</w:t>
            </w:r>
          </w:p>
        </w:tc>
        <w:tc>
          <w:tcPr>
            <w:tcW w:w="117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1" w:name="Q512A2057"/>
            <w:bookmarkEnd w:id="251"/>
            <w:r>
              <w:rPr>
                <w:rFonts w:asciiTheme="majorHAnsi" w:hAnsiTheme="majorHAnsi"/>
              </w:rPr>
              <w:t>38.1%</w:t>
            </w:r>
          </w:p>
        </w:tc>
        <w:tc>
          <w:tcPr>
            <w:tcW w:w="1435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2" w:name="Q512A2057NR"/>
            <w:bookmarkEnd w:id="25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3" w:name="Q513A2064"/>
            <w:bookmarkEnd w:id="253"/>
            <w:r>
              <w:rPr>
                <w:rFonts w:asciiTheme="majorHAnsi" w:hAnsiTheme="majorHAnsi"/>
              </w:rPr>
              <w:t>9.5%</w:t>
            </w:r>
          </w:p>
        </w:tc>
        <w:tc>
          <w:tcPr>
            <w:tcW w:w="126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4" w:name="Q513A2063"/>
            <w:bookmarkEnd w:id="254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99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5" w:name="Q513A2062"/>
            <w:bookmarkEnd w:id="255"/>
            <w:r>
              <w:rPr>
                <w:rFonts w:asciiTheme="majorHAnsi" w:hAnsiTheme="majorHAnsi"/>
              </w:rPr>
              <w:t>23.8%</w:t>
            </w:r>
          </w:p>
        </w:tc>
        <w:tc>
          <w:tcPr>
            <w:tcW w:w="117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6" w:name="Q513A2061"/>
            <w:bookmarkEnd w:id="256"/>
            <w:r>
              <w:rPr>
                <w:rFonts w:asciiTheme="majorHAnsi" w:hAnsiTheme="majorHAnsi"/>
              </w:rPr>
              <w:t>38.1%</w:t>
            </w:r>
          </w:p>
        </w:tc>
        <w:tc>
          <w:tcPr>
            <w:tcW w:w="1435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7" w:name="Q513A2061NR"/>
            <w:bookmarkEnd w:id="25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8" w:name="Q514A2068"/>
            <w:bookmarkEnd w:id="258"/>
            <w:r>
              <w:rPr>
                <w:rFonts w:asciiTheme="majorHAnsi" w:hAnsiTheme="majorHAnsi"/>
              </w:rPr>
              <w:t>9.5%</w:t>
            </w:r>
          </w:p>
        </w:tc>
        <w:tc>
          <w:tcPr>
            <w:tcW w:w="126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9" w:name="Q514A2067"/>
            <w:bookmarkEnd w:id="259"/>
            <w:r>
              <w:rPr>
                <w:rFonts w:asciiTheme="majorHAnsi" w:hAnsiTheme="majorHAnsi"/>
              </w:rPr>
              <w:t>19.0%</w:t>
            </w:r>
          </w:p>
        </w:tc>
        <w:tc>
          <w:tcPr>
            <w:tcW w:w="99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0" w:name="Q514A2066"/>
            <w:bookmarkEnd w:id="260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17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1" w:name="Q514A2065"/>
            <w:bookmarkEnd w:id="261"/>
            <w:r>
              <w:rPr>
                <w:rFonts w:asciiTheme="majorHAnsi" w:hAnsiTheme="majorHAnsi"/>
              </w:rPr>
              <w:t>38.1%</w:t>
            </w:r>
          </w:p>
        </w:tc>
        <w:tc>
          <w:tcPr>
            <w:tcW w:w="1435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2" w:name="Q514A2065NR"/>
            <w:bookmarkEnd w:id="26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3" w:name="Q515A2072"/>
            <w:bookmarkEnd w:id="263"/>
            <w:r>
              <w:rPr>
                <w:rFonts w:asciiTheme="majorHAnsi" w:hAnsiTheme="majorHAnsi"/>
              </w:rPr>
              <w:t>9.5%</w:t>
            </w:r>
          </w:p>
        </w:tc>
        <w:tc>
          <w:tcPr>
            <w:tcW w:w="126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4" w:name="Q515A2071"/>
            <w:bookmarkEnd w:id="264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99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5" w:name="Q515A2070"/>
            <w:bookmarkEnd w:id="265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17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6" w:name="Q515A2069"/>
            <w:bookmarkEnd w:id="266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435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7" w:name="Q515A2069NR"/>
            <w:bookmarkEnd w:id="26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8" w:name="Q516A2076"/>
            <w:bookmarkEnd w:id="268"/>
            <w:r>
              <w:rPr>
                <w:rFonts w:asciiTheme="majorHAnsi" w:hAnsiTheme="majorHAnsi"/>
              </w:rPr>
              <w:t>9.5%</w:t>
            </w:r>
          </w:p>
        </w:tc>
        <w:tc>
          <w:tcPr>
            <w:tcW w:w="126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9" w:name="Q516A2075"/>
            <w:bookmarkEnd w:id="269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99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0" w:name="Q516A2074"/>
            <w:bookmarkEnd w:id="270"/>
            <w:r>
              <w:rPr>
                <w:rFonts w:asciiTheme="majorHAnsi" w:hAnsiTheme="majorHAnsi"/>
              </w:rPr>
              <w:t>23.8%</w:t>
            </w:r>
          </w:p>
        </w:tc>
        <w:tc>
          <w:tcPr>
            <w:tcW w:w="117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1" w:name="Q516A2073"/>
            <w:bookmarkEnd w:id="271"/>
            <w:r>
              <w:rPr>
                <w:rFonts w:asciiTheme="majorHAnsi" w:hAnsiTheme="majorHAnsi"/>
              </w:rPr>
              <w:t>52.4%</w:t>
            </w:r>
          </w:p>
        </w:tc>
        <w:tc>
          <w:tcPr>
            <w:tcW w:w="1435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2" w:name="Q516A2073NR"/>
            <w:bookmarkEnd w:id="27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3" w:name="Q517A2080"/>
            <w:bookmarkEnd w:id="273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26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4" w:name="Q517A2079"/>
            <w:bookmarkEnd w:id="274"/>
            <w:r>
              <w:rPr>
                <w:rFonts w:asciiTheme="majorHAnsi" w:hAnsiTheme="majorHAnsi"/>
              </w:rPr>
              <w:t>23.8%</w:t>
            </w:r>
          </w:p>
        </w:tc>
        <w:tc>
          <w:tcPr>
            <w:tcW w:w="99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5" w:name="Q517A2078"/>
            <w:bookmarkEnd w:id="275"/>
            <w:r>
              <w:rPr>
                <w:rFonts w:asciiTheme="majorHAnsi" w:hAnsiTheme="majorHAnsi"/>
              </w:rPr>
              <w:t>9.5%</w:t>
            </w:r>
          </w:p>
        </w:tc>
        <w:tc>
          <w:tcPr>
            <w:tcW w:w="117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6" w:name="Q517A2077"/>
            <w:bookmarkEnd w:id="276"/>
            <w:r>
              <w:rPr>
                <w:rFonts w:asciiTheme="majorHAnsi" w:hAnsiTheme="majorHAnsi"/>
              </w:rPr>
              <w:t>38.1%</w:t>
            </w:r>
          </w:p>
        </w:tc>
        <w:tc>
          <w:tcPr>
            <w:tcW w:w="1435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7" w:name="Q517A2077NR"/>
            <w:bookmarkEnd w:id="27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8" w:name="Q518A2084"/>
            <w:bookmarkEnd w:id="278"/>
            <w:r>
              <w:rPr>
                <w:rFonts w:asciiTheme="majorHAnsi" w:hAnsiTheme="majorHAnsi"/>
              </w:rPr>
              <w:t>23.8%</w:t>
            </w:r>
          </w:p>
        </w:tc>
        <w:tc>
          <w:tcPr>
            <w:tcW w:w="126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9" w:name="Q518A2083"/>
            <w:bookmarkEnd w:id="279"/>
            <w:r>
              <w:rPr>
                <w:rFonts w:asciiTheme="majorHAnsi" w:hAnsiTheme="majorHAnsi"/>
              </w:rPr>
              <w:t>52.4%</w:t>
            </w:r>
          </w:p>
        </w:tc>
        <w:tc>
          <w:tcPr>
            <w:tcW w:w="99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0" w:name="Q518A2082"/>
            <w:bookmarkEnd w:id="280"/>
            <w:r>
              <w:rPr>
                <w:rFonts w:asciiTheme="majorHAnsi" w:hAnsiTheme="majorHAnsi"/>
              </w:rPr>
              <w:t>4.8%</w:t>
            </w:r>
          </w:p>
        </w:tc>
        <w:tc>
          <w:tcPr>
            <w:tcW w:w="117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1" w:name="Q518A2081"/>
            <w:bookmarkEnd w:id="281"/>
            <w:r>
              <w:rPr>
                <w:rFonts w:asciiTheme="majorHAnsi" w:hAnsiTheme="majorHAnsi"/>
              </w:rPr>
              <w:t>19.0%</w:t>
            </w:r>
          </w:p>
        </w:tc>
        <w:tc>
          <w:tcPr>
            <w:tcW w:w="1435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2" w:name="Q518A2081NR"/>
            <w:bookmarkEnd w:id="28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3" w:name="Q519A2088"/>
            <w:bookmarkEnd w:id="283"/>
            <w:r>
              <w:rPr>
                <w:rFonts w:asciiTheme="majorHAnsi" w:hAnsiTheme="majorHAnsi"/>
              </w:rPr>
              <w:t>19.0%</w:t>
            </w:r>
          </w:p>
        </w:tc>
        <w:tc>
          <w:tcPr>
            <w:tcW w:w="126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4" w:name="Q519A2087"/>
            <w:bookmarkEnd w:id="284"/>
            <w:r>
              <w:rPr>
                <w:rFonts w:asciiTheme="majorHAnsi" w:hAnsiTheme="majorHAnsi"/>
              </w:rPr>
              <w:t>38.1%</w:t>
            </w:r>
          </w:p>
        </w:tc>
        <w:tc>
          <w:tcPr>
            <w:tcW w:w="99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5" w:name="Q519A2086"/>
            <w:bookmarkEnd w:id="285"/>
            <w:r>
              <w:rPr>
                <w:rFonts w:asciiTheme="majorHAnsi" w:hAnsiTheme="majorHAnsi"/>
              </w:rPr>
              <w:t>4.8%</w:t>
            </w:r>
          </w:p>
        </w:tc>
        <w:tc>
          <w:tcPr>
            <w:tcW w:w="117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6" w:name="Q519A2085"/>
            <w:bookmarkEnd w:id="286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435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7" w:name="Q519A2085NR"/>
            <w:bookmarkEnd w:id="287"/>
            <w:r>
              <w:rPr>
                <w:rFonts w:asciiTheme="majorHAnsi" w:hAnsiTheme="majorHAnsi"/>
              </w:rPr>
              <w:t>4.8%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8" w:name="Q520A2092"/>
            <w:bookmarkEnd w:id="288"/>
            <w:r>
              <w:rPr>
                <w:rFonts w:asciiTheme="majorHAnsi" w:hAnsiTheme="majorHAnsi"/>
              </w:rPr>
              <w:t>19.0%</w:t>
            </w:r>
          </w:p>
        </w:tc>
        <w:tc>
          <w:tcPr>
            <w:tcW w:w="126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9" w:name="Q520A2091"/>
            <w:bookmarkEnd w:id="289"/>
            <w:r>
              <w:rPr>
                <w:rFonts w:asciiTheme="majorHAnsi" w:hAnsiTheme="majorHAnsi"/>
              </w:rPr>
              <w:t>23.8%</w:t>
            </w:r>
          </w:p>
        </w:tc>
        <w:tc>
          <w:tcPr>
            <w:tcW w:w="99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0" w:name="Q520A2090"/>
            <w:bookmarkEnd w:id="290"/>
            <w:r>
              <w:rPr>
                <w:rFonts w:asciiTheme="majorHAnsi" w:hAnsiTheme="majorHAnsi"/>
              </w:rPr>
              <w:t>23.8%</w:t>
            </w:r>
          </w:p>
        </w:tc>
        <w:tc>
          <w:tcPr>
            <w:tcW w:w="1170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1" w:name="Q520A2089"/>
            <w:bookmarkEnd w:id="291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435" w:type="dxa"/>
            <w:noWrap/>
          </w:tcPr>
          <w:p w:rsidR="00364F87" w:rsidRPr="00797E2A" w:rsidRDefault="007F4FF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520A2089NR"/>
            <w:bookmarkEnd w:id="292"/>
            <w:r>
              <w:rPr>
                <w:rFonts w:asciiTheme="majorHAnsi" w:hAnsiTheme="majorHAnsi"/>
              </w:rPr>
              <w:t>0.0%</w:t>
            </w:r>
          </w:p>
        </w:tc>
      </w:tr>
    </w:tbl>
    <w:p w:rsidR="000A7A9B" w:rsidRDefault="000A7A9B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br w:type="page"/>
      </w:r>
    </w:p>
    <w:p w:rsidR="000A7A9B" w:rsidRPr="00AE5B13" w:rsidRDefault="000A7A9B" w:rsidP="00AE5B13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color w:val="000000"/>
        </w:rPr>
      </w:pPr>
      <w:r w:rsidRPr="00AE5B13">
        <w:rPr>
          <w:rFonts w:asciiTheme="majorHAnsi" w:eastAsia="Times New Roman" w:hAnsiTheme="majorHAnsi" w:cs="Times New Roman"/>
          <w:b/>
          <w:color w:val="000000"/>
        </w:rPr>
        <w:t>Which of the following do you need from your school or GEAR UP to help you be more successful in school and more prepared for college (check all that apply)?</w:t>
      </w:r>
    </w:p>
    <w:tbl>
      <w:tblPr>
        <w:tblStyle w:val="ListTable3-Accent2"/>
        <w:tblW w:w="4184" w:type="pct"/>
        <w:tblLook w:val="04A0" w:firstRow="1" w:lastRow="0" w:firstColumn="1" w:lastColumn="0" w:noHBand="0" w:noVBand="1"/>
      </w:tblPr>
      <w:tblGrid>
        <w:gridCol w:w="6743"/>
        <w:gridCol w:w="1081"/>
      </w:tblGrid>
      <w:tr w:rsidR="003D6F3C" w:rsidRPr="009B797D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09" w:type="pct"/>
          </w:tcPr>
          <w:p w:rsidR="003D6F3C" w:rsidRPr="009B1A08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691" w:type="pct"/>
          </w:tcPr>
          <w:p w:rsidR="003D6F3C" w:rsidRPr="009B1A08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B1A08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691" w:type="pct"/>
          </w:tcPr>
          <w:p w:rsidR="003D6F3C" w:rsidRPr="00797E2A" w:rsidRDefault="007F4FF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3" w:name="Q557A2264"/>
            <w:bookmarkEnd w:id="293"/>
            <w:r>
              <w:rPr>
                <w:rFonts w:asciiTheme="majorHAnsi" w:hAnsiTheme="majorHAnsi"/>
              </w:rPr>
              <w:t>19.0%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691" w:type="pct"/>
          </w:tcPr>
          <w:p w:rsidR="003D6F3C" w:rsidRPr="00797E2A" w:rsidRDefault="007F4FF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4" w:name="Q557A2265"/>
            <w:bookmarkEnd w:id="294"/>
            <w:r>
              <w:rPr>
                <w:rFonts w:asciiTheme="majorHAnsi" w:hAnsiTheme="majorHAnsi"/>
              </w:rPr>
              <w:t>66.7%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691" w:type="pct"/>
          </w:tcPr>
          <w:p w:rsidR="003D6F3C" w:rsidRPr="00797E2A" w:rsidRDefault="007F4FF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557A2266"/>
            <w:bookmarkEnd w:id="295"/>
            <w:r>
              <w:rPr>
                <w:rFonts w:asciiTheme="majorHAnsi" w:hAnsiTheme="majorHAnsi"/>
              </w:rPr>
              <w:t>14.3%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691" w:type="pct"/>
          </w:tcPr>
          <w:p w:rsidR="003D6F3C" w:rsidRPr="00797E2A" w:rsidRDefault="007F4FF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6" w:name="Q557A2267"/>
            <w:bookmarkEnd w:id="296"/>
            <w:r>
              <w:rPr>
                <w:rFonts w:asciiTheme="majorHAnsi" w:hAnsiTheme="majorHAnsi"/>
              </w:rPr>
              <w:t>61.9%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691" w:type="pct"/>
          </w:tcPr>
          <w:p w:rsidR="003D6F3C" w:rsidRPr="00797E2A" w:rsidRDefault="007F4FF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7" w:name="Q557A2268"/>
            <w:bookmarkEnd w:id="297"/>
            <w:r>
              <w:rPr>
                <w:rFonts w:asciiTheme="majorHAnsi" w:hAnsiTheme="majorHAnsi"/>
              </w:rPr>
              <w:t>76.2%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691" w:type="pct"/>
          </w:tcPr>
          <w:p w:rsidR="003D6F3C" w:rsidRPr="00797E2A" w:rsidRDefault="007F4FF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557A2269"/>
            <w:bookmarkEnd w:id="298"/>
            <w:r>
              <w:rPr>
                <w:rFonts w:asciiTheme="majorHAnsi" w:hAnsiTheme="majorHAnsi"/>
              </w:rPr>
              <w:t>81.0%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691" w:type="pct"/>
          </w:tcPr>
          <w:p w:rsidR="003D6F3C" w:rsidRPr="00797E2A" w:rsidRDefault="007F4FF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9" w:name="Q557A2270"/>
            <w:bookmarkEnd w:id="299"/>
            <w:r>
              <w:rPr>
                <w:rFonts w:asciiTheme="majorHAnsi" w:hAnsiTheme="majorHAnsi"/>
              </w:rPr>
              <w:t>19.0%</w:t>
            </w:r>
          </w:p>
        </w:tc>
      </w:tr>
      <w:tr w:rsidR="003D6F3C" w:rsidRPr="000B28B6" w:rsidTr="009B1A08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691" w:type="pct"/>
          </w:tcPr>
          <w:p w:rsidR="003D6F3C" w:rsidRPr="00797E2A" w:rsidRDefault="007F4FF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0" w:name="Q557A2271"/>
            <w:bookmarkEnd w:id="300"/>
            <w:r>
              <w:rPr>
                <w:rFonts w:asciiTheme="majorHAnsi" w:hAnsiTheme="majorHAnsi"/>
              </w:rPr>
              <w:t>19.0%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691" w:type="pct"/>
          </w:tcPr>
          <w:p w:rsidR="003D6F3C" w:rsidRPr="00797E2A" w:rsidRDefault="007F4FF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1" w:name="Q557A2272"/>
            <w:bookmarkEnd w:id="301"/>
            <w:r>
              <w:rPr>
                <w:rFonts w:asciiTheme="majorHAnsi" w:hAnsiTheme="majorHAnsi"/>
              </w:rPr>
              <w:t>61.9%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691" w:type="pct"/>
          </w:tcPr>
          <w:p w:rsidR="003D6F3C" w:rsidRPr="00797E2A" w:rsidRDefault="007F4FF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2" w:name="Q557A2273"/>
            <w:bookmarkEnd w:id="302"/>
            <w:r>
              <w:rPr>
                <w:rFonts w:asciiTheme="majorHAnsi" w:hAnsiTheme="majorHAnsi"/>
              </w:rPr>
              <w:t>42.9%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691" w:type="pct"/>
          </w:tcPr>
          <w:p w:rsidR="003D6F3C" w:rsidRPr="00797E2A" w:rsidRDefault="007F4FF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3" w:name="Q557A2274"/>
            <w:bookmarkEnd w:id="303"/>
            <w:r>
              <w:rPr>
                <w:rFonts w:asciiTheme="majorHAnsi" w:hAnsiTheme="majorHAnsi"/>
              </w:rPr>
              <w:t>47.6%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691" w:type="pct"/>
          </w:tcPr>
          <w:p w:rsidR="003D6F3C" w:rsidRPr="00797E2A" w:rsidRDefault="007F4FF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4" w:name="Q557A2275"/>
            <w:bookmarkEnd w:id="304"/>
            <w:r>
              <w:rPr>
                <w:rFonts w:asciiTheme="majorHAnsi" w:hAnsiTheme="majorHAnsi"/>
              </w:rPr>
              <w:t>47.6%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691" w:type="pct"/>
          </w:tcPr>
          <w:p w:rsidR="003D6F3C" w:rsidRPr="00797E2A" w:rsidRDefault="007F4FF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5" w:name="Q557A2276"/>
            <w:bookmarkEnd w:id="305"/>
            <w:r>
              <w:rPr>
                <w:rFonts w:asciiTheme="majorHAnsi" w:hAnsiTheme="majorHAnsi"/>
              </w:rPr>
              <w:t>9.5%</w:t>
            </w:r>
          </w:p>
        </w:tc>
      </w:tr>
      <w:tr w:rsidR="003D6F3C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91" w:type="pct"/>
          </w:tcPr>
          <w:p w:rsidR="003D6F3C" w:rsidRPr="00797E2A" w:rsidRDefault="007F4FF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6" w:name="Q557A2277"/>
            <w:bookmarkEnd w:id="306"/>
            <w:r>
              <w:rPr>
                <w:rFonts w:asciiTheme="majorHAnsi" w:hAnsiTheme="majorHAnsi"/>
              </w:rPr>
              <w:t>4.8%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543594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FFA" w:rsidRDefault="007F4FFA" w:rsidP="0035328A">
      <w:pPr>
        <w:spacing w:after="0" w:line="240" w:lineRule="auto"/>
      </w:pPr>
      <w:r>
        <w:separator/>
      </w:r>
    </w:p>
  </w:endnote>
  <w:endnote w:type="continuationSeparator" w:id="0">
    <w:p w:rsidR="007F4FFA" w:rsidRDefault="007F4FFA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307" w:name="DateRun" w:displacedByCustomXml="prev"/>
      <w:bookmarkEnd w:id="307" w:displacedByCustomXml="prev"/>
      <w:p w:rsidR="008B42CE" w:rsidRDefault="007F4FFA">
        <w:pPr>
          <w:pStyle w:val="Footer"/>
          <w:jc w:val="right"/>
        </w:pPr>
        <w:r>
          <w:t>04262016</w:t>
        </w:r>
        <w:r w:rsidR="008B42CE">
          <w:t xml:space="preserve">     PAGE </w:t>
        </w:r>
        <w:r w:rsidR="008B42CE">
          <w:fldChar w:fldCharType="begin"/>
        </w:r>
        <w:r w:rsidR="008B42CE">
          <w:instrText xml:space="preserve"> PAGE   \* MERGEFORMAT </w:instrText>
        </w:r>
        <w:r w:rsidR="008B42CE">
          <w:fldChar w:fldCharType="separate"/>
        </w:r>
        <w:r>
          <w:rPr>
            <w:noProof/>
          </w:rPr>
          <w:t>2</w:t>
        </w:r>
        <w:r w:rsidR="008B42CE">
          <w:rPr>
            <w:noProof/>
          </w:rPr>
          <w:fldChar w:fldCharType="end"/>
        </w:r>
      </w:p>
    </w:sdtContent>
  </w:sdt>
  <w:p w:rsidR="008B42CE" w:rsidRDefault="008B42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FFA" w:rsidRDefault="007F4FFA" w:rsidP="0035328A">
      <w:pPr>
        <w:spacing w:after="0" w:line="240" w:lineRule="auto"/>
      </w:pPr>
      <w:r>
        <w:separator/>
      </w:r>
    </w:p>
  </w:footnote>
  <w:footnote w:type="continuationSeparator" w:id="0">
    <w:p w:rsidR="007F4FFA" w:rsidRDefault="007F4FFA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2CE" w:rsidRDefault="008B42CE" w:rsidP="004745DE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52ACC461" wp14:editId="48F6ADEE">
          <wp:simplePos x="0" y="0"/>
          <wp:positionH relativeFrom="margin">
            <wp:posOffset>42545</wp:posOffset>
          </wp:positionH>
          <wp:positionV relativeFrom="page">
            <wp:posOffset>457152</wp:posOffset>
          </wp:positionV>
          <wp:extent cx="612140" cy="612140"/>
          <wp:effectExtent l="0" t="0" r="0" b="0"/>
          <wp:wrapSquare wrapText="bothSides"/>
          <wp:docPr id="1" name="Picture 1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A7B647E" wp14:editId="2ACB183B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42CE" w:rsidRPr="004745DE" w:rsidRDefault="008B42CE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 w:rsidRPr="004745DE">
      <w:rPr>
        <w:rFonts w:ascii="Arial" w:hAnsi="Arial" w:cs="Arial"/>
        <w:b/>
      </w:rPr>
      <w:t>2015 Year 2 Parent/Guardian Survey</w:t>
    </w:r>
  </w:p>
  <w:p w:rsidR="008B42CE" w:rsidRPr="004745DE" w:rsidRDefault="008B42CE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23AEE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FFA"/>
    <w:rsid w:val="00003997"/>
    <w:rsid w:val="000123C1"/>
    <w:rsid w:val="000127C6"/>
    <w:rsid w:val="00025175"/>
    <w:rsid w:val="0003318D"/>
    <w:rsid w:val="00036E5A"/>
    <w:rsid w:val="000472EC"/>
    <w:rsid w:val="000552A8"/>
    <w:rsid w:val="00064FCD"/>
    <w:rsid w:val="000756D3"/>
    <w:rsid w:val="000A03EC"/>
    <w:rsid w:val="000A7A9B"/>
    <w:rsid w:val="000B28B6"/>
    <w:rsid w:val="000B61AD"/>
    <w:rsid w:val="000F41AD"/>
    <w:rsid w:val="001120BD"/>
    <w:rsid w:val="00127EB0"/>
    <w:rsid w:val="0015729A"/>
    <w:rsid w:val="00193EF2"/>
    <w:rsid w:val="001A6FB6"/>
    <w:rsid w:val="00202A66"/>
    <w:rsid w:val="00234DF6"/>
    <w:rsid w:val="00255E3E"/>
    <w:rsid w:val="002A666D"/>
    <w:rsid w:val="002C269E"/>
    <w:rsid w:val="002C31B6"/>
    <w:rsid w:val="002D318B"/>
    <w:rsid w:val="002E3AFD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A349A"/>
    <w:rsid w:val="003B3964"/>
    <w:rsid w:val="003D6F3C"/>
    <w:rsid w:val="003D7D67"/>
    <w:rsid w:val="003E0E93"/>
    <w:rsid w:val="00403D8B"/>
    <w:rsid w:val="00411235"/>
    <w:rsid w:val="004149DB"/>
    <w:rsid w:val="004206F3"/>
    <w:rsid w:val="004362D5"/>
    <w:rsid w:val="00446976"/>
    <w:rsid w:val="004522D7"/>
    <w:rsid w:val="00453749"/>
    <w:rsid w:val="00467DED"/>
    <w:rsid w:val="004745DE"/>
    <w:rsid w:val="00490B77"/>
    <w:rsid w:val="004956E3"/>
    <w:rsid w:val="004964BB"/>
    <w:rsid w:val="004A0ED7"/>
    <w:rsid w:val="004B49C1"/>
    <w:rsid w:val="004C33C2"/>
    <w:rsid w:val="004C6191"/>
    <w:rsid w:val="004D077A"/>
    <w:rsid w:val="004D6F16"/>
    <w:rsid w:val="004D7FF5"/>
    <w:rsid w:val="0052011D"/>
    <w:rsid w:val="005311EB"/>
    <w:rsid w:val="0053541C"/>
    <w:rsid w:val="00543594"/>
    <w:rsid w:val="00551D39"/>
    <w:rsid w:val="00566B04"/>
    <w:rsid w:val="00567D3E"/>
    <w:rsid w:val="005749D4"/>
    <w:rsid w:val="005E31FC"/>
    <w:rsid w:val="005E5320"/>
    <w:rsid w:val="00600C80"/>
    <w:rsid w:val="00643719"/>
    <w:rsid w:val="006663C5"/>
    <w:rsid w:val="00676977"/>
    <w:rsid w:val="006808F2"/>
    <w:rsid w:val="006823C4"/>
    <w:rsid w:val="00692CAC"/>
    <w:rsid w:val="00695D43"/>
    <w:rsid w:val="006A56DB"/>
    <w:rsid w:val="006D08C8"/>
    <w:rsid w:val="007001D8"/>
    <w:rsid w:val="007076B1"/>
    <w:rsid w:val="00712DE4"/>
    <w:rsid w:val="007165FD"/>
    <w:rsid w:val="00723F48"/>
    <w:rsid w:val="00727F44"/>
    <w:rsid w:val="0074733A"/>
    <w:rsid w:val="00750E8B"/>
    <w:rsid w:val="00767C24"/>
    <w:rsid w:val="00797E2A"/>
    <w:rsid w:val="007A391A"/>
    <w:rsid w:val="007B49DB"/>
    <w:rsid w:val="007C08EA"/>
    <w:rsid w:val="007D7CD7"/>
    <w:rsid w:val="007E082D"/>
    <w:rsid w:val="007E0AAB"/>
    <w:rsid w:val="007F4FFA"/>
    <w:rsid w:val="007F783A"/>
    <w:rsid w:val="00806A07"/>
    <w:rsid w:val="00876BE3"/>
    <w:rsid w:val="008B0BB1"/>
    <w:rsid w:val="008B42CE"/>
    <w:rsid w:val="008B5FC1"/>
    <w:rsid w:val="008C5201"/>
    <w:rsid w:val="008E0BB5"/>
    <w:rsid w:val="008E3415"/>
    <w:rsid w:val="008E3D5C"/>
    <w:rsid w:val="009075C2"/>
    <w:rsid w:val="0092350C"/>
    <w:rsid w:val="0093114A"/>
    <w:rsid w:val="00935CD0"/>
    <w:rsid w:val="00962B0E"/>
    <w:rsid w:val="009632AE"/>
    <w:rsid w:val="0097072B"/>
    <w:rsid w:val="00970C77"/>
    <w:rsid w:val="0097450E"/>
    <w:rsid w:val="00987A35"/>
    <w:rsid w:val="00996562"/>
    <w:rsid w:val="009A08E2"/>
    <w:rsid w:val="009B1A08"/>
    <w:rsid w:val="009B7737"/>
    <w:rsid w:val="009B797D"/>
    <w:rsid w:val="009D44B9"/>
    <w:rsid w:val="009D6EFE"/>
    <w:rsid w:val="009F0F50"/>
    <w:rsid w:val="009F3628"/>
    <w:rsid w:val="00A0393B"/>
    <w:rsid w:val="00A347B5"/>
    <w:rsid w:val="00A41323"/>
    <w:rsid w:val="00A42D06"/>
    <w:rsid w:val="00A52527"/>
    <w:rsid w:val="00A91EBB"/>
    <w:rsid w:val="00A92360"/>
    <w:rsid w:val="00A94ADB"/>
    <w:rsid w:val="00A96454"/>
    <w:rsid w:val="00A9688F"/>
    <w:rsid w:val="00AA561E"/>
    <w:rsid w:val="00AC53F6"/>
    <w:rsid w:val="00AD3E0D"/>
    <w:rsid w:val="00AE5B13"/>
    <w:rsid w:val="00AF1E14"/>
    <w:rsid w:val="00AF30FF"/>
    <w:rsid w:val="00B221EC"/>
    <w:rsid w:val="00B51524"/>
    <w:rsid w:val="00B51E0A"/>
    <w:rsid w:val="00B528CA"/>
    <w:rsid w:val="00B5706E"/>
    <w:rsid w:val="00B67740"/>
    <w:rsid w:val="00BB0882"/>
    <w:rsid w:val="00BB18DF"/>
    <w:rsid w:val="00BC5731"/>
    <w:rsid w:val="00BD7909"/>
    <w:rsid w:val="00BE338E"/>
    <w:rsid w:val="00C02BE4"/>
    <w:rsid w:val="00C14723"/>
    <w:rsid w:val="00C217AB"/>
    <w:rsid w:val="00C3000D"/>
    <w:rsid w:val="00C3240A"/>
    <w:rsid w:val="00C40BCB"/>
    <w:rsid w:val="00C4250F"/>
    <w:rsid w:val="00C60DDE"/>
    <w:rsid w:val="00C72B2B"/>
    <w:rsid w:val="00C7753F"/>
    <w:rsid w:val="00CB1328"/>
    <w:rsid w:val="00CB2FA3"/>
    <w:rsid w:val="00CC2649"/>
    <w:rsid w:val="00CD0F89"/>
    <w:rsid w:val="00D02B3A"/>
    <w:rsid w:val="00D41ED6"/>
    <w:rsid w:val="00D766BB"/>
    <w:rsid w:val="00D9349F"/>
    <w:rsid w:val="00DA45CC"/>
    <w:rsid w:val="00E14315"/>
    <w:rsid w:val="00E145F1"/>
    <w:rsid w:val="00E43F0A"/>
    <w:rsid w:val="00E548BC"/>
    <w:rsid w:val="00E566AF"/>
    <w:rsid w:val="00E84533"/>
    <w:rsid w:val="00E95BAD"/>
    <w:rsid w:val="00EC64F5"/>
    <w:rsid w:val="00ED0933"/>
    <w:rsid w:val="00ED32E0"/>
    <w:rsid w:val="00EF48F0"/>
    <w:rsid w:val="00F40057"/>
    <w:rsid w:val="00F40186"/>
    <w:rsid w:val="00F45EFB"/>
    <w:rsid w:val="00F60F07"/>
    <w:rsid w:val="00F67D3E"/>
    <w:rsid w:val="00F800F2"/>
    <w:rsid w:val="00F95AC6"/>
    <w:rsid w:val="00FC3381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46D913"/>
  <w15:chartTrackingRefBased/>
  <w15:docId w15:val="{24DAA2B0-B7C8-441C-9DAC-8D1DC118B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parent\Parent%20Report%20Template%20Y2%204-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F2A8D-A50F-4543-803F-CF58D31B5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Parent Report Template Y2 4-20</Template>
  <TotalTime>0</TotalTime>
  <Pages>3</Pages>
  <Words>1014</Words>
  <Characters>5781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6782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dcterms:created xsi:type="dcterms:W3CDTF">2016-04-26T20:03:00Z</dcterms:created>
  <dcterms:modified xsi:type="dcterms:W3CDTF">2016-04-26T20:03:00Z</dcterms:modified>
</cp:coreProperties>
</file>